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2B1" w:rsidRDefault="003602B1" w:rsidP="00FC40C2">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Всероссийская олимпиада школьников по немецкому языку</w:t>
      </w:r>
    </w:p>
    <w:p w:rsidR="003602B1" w:rsidRDefault="003602B1" w:rsidP="00FC40C2">
      <w:pPr>
        <w:autoSpaceDE w:val="0"/>
        <w:autoSpaceDN w:val="0"/>
        <w:adjustRightInd w:val="0"/>
        <w:jc w:val="center"/>
        <w:rPr>
          <w:rFonts w:ascii="Times New Roman CYR" w:hAnsi="Times New Roman CYR" w:cs="Times New Roman CYR"/>
          <w:b/>
          <w:bCs/>
          <w:sz w:val="28"/>
          <w:szCs w:val="28"/>
        </w:rPr>
      </w:pPr>
      <w:r>
        <w:rPr>
          <w:b/>
          <w:bCs/>
          <w:sz w:val="28"/>
          <w:szCs w:val="28"/>
          <w:lang w:val="en-US"/>
        </w:rPr>
        <w:t>I</w:t>
      </w:r>
      <w:r w:rsidRPr="00963E39">
        <w:rPr>
          <w:b/>
          <w:bCs/>
          <w:sz w:val="28"/>
          <w:szCs w:val="28"/>
        </w:rPr>
        <w:t xml:space="preserve"> (</w:t>
      </w:r>
      <w:r>
        <w:rPr>
          <w:rFonts w:ascii="Times New Roman CYR" w:hAnsi="Times New Roman CYR" w:cs="Times New Roman CYR"/>
          <w:b/>
          <w:bCs/>
          <w:sz w:val="28"/>
          <w:szCs w:val="28"/>
        </w:rPr>
        <w:t>школьный) этап (9-11 классы)</w:t>
      </w:r>
    </w:p>
    <w:p w:rsidR="003602B1" w:rsidRDefault="003602B1" w:rsidP="00FC40C2">
      <w:pPr>
        <w:autoSpaceDE w:val="0"/>
        <w:autoSpaceDN w:val="0"/>
        <w:adjustRightInd w:val="0"/>
        <w:jc w:val="center"/>
        <w:rPr>
          <w:rFonts w:ascii="Times New Roman CYR" w:hAnsi="Times New Roman CYR" w:cs="Times New Roman CYR"/>
          <w:b/>
          <w:bCs/>
          <w:sz w:val="28"/>
          <w:szCs w:val="28"/>
        </w:rPr>
      </w:pPr>
      <w:r>
        <w:rPr>
          <w:b/>
          <w:bCs/>
          <w:sz w:val="28"/>
          <w:szCs w:val="28"/>
        </w:rPr>
        <w:t>2020-2021</w:t>
      </w:r>
      <w:r w:rsidRPr="00963E39">
        <w:rPr>
          <w:b/>
          <w:bCs/>
          <w:sz w:val="28"/>
          <w:szCs w:val="28"/>
        </w:rPr>
        <w:t xml:space="preserve"> </w:t>
      </w:r>
      <w:r>
        <w:rPr>
          <w:rFonts w:ascii="Times New Roman CYR" w:hAnsi="Times New Roman CYR" w:cs="Times New Roman CYR"/>
          <w:b/>
          <w:bCs/>
          <w:sz w:val="28"/>
          <w:szCs w:val="28"/>
        </w:rPr>
        <w:t>учебный год</w:t>
      </w:r>
    </w:p>
    <w:p w:rsidR="003602B1" w:rsidRPr="00963E39" w:rsidRDefault="003602B1" w:rsidP="00FC40C2">
      <w:pPr>
        <w:autoSpaceDE w:val="0"/>
        <w:autoSpaceDN w:val="0"/>
        <w:adjustRightInd w:val="0"/>
        <w:jc w:val="center"/>
        <w:rPr>
          <w:rFonts w:ascii="Times New Roman CYR" w:hAnsi="Times New Roman CYR" w:cs="Times New Roman CYR"/>
          <w:b/>
          <w:bCs/>
          <w:sz w:val="28"/>
          <w:szCs w:val="28"/>
        </w:rPr>
      </w:pPr>
      <w:r w:rsidRPr="00963E39">
        <w:rPr>
          <w:b/>
          <w:bCs/>
          <w:sz w:val="28"/>
          <w:szCs w:val="28"/>
        </w:rPr>
        <w:t>(</w:t>
      </w:r>
      <w:r>
        <w:rPr>
          <w:rFonts w:ascii="Times New Roman CYR" w:hAnsi="Times New Roman CYR" w:cs="Times New Roman CYR"/>
          <w:b/>
          <w:bCs/>
          <w:sz w:val="28"/>
          <w:szCs w:val="28"/>
        </w:rPr>
        <w:t>задания)</w:t>
      </w:r>
    </w:p>
    <w:p w:rsidR="003602B1" w:rsidRDefault="003602B1" w:rsidP="00FC40C2">
      <w:pPr>
        <w:numPr>
          <w:ilvl w:val="0"/>
          <w:numId w:val="1"/>
        </w:numPr>
        <w:autoSpaceDE w:val="0"/>
        <w:autoSpaceDN w:val="0"/>
        <w:adjustRightInd w:val="0"/>
        <w:ind w:hanging="720"/>
        <w:rPr>
          <w:b/>
          <w:bCs/>
          <w:sz w:val="28"/>
          <w:szCs w:val="28"/>
          <w:lang w:val="en-US"/>
        </w:rPr>
      </w:pPr>
      <w:r>
        <w:rPr>
          <w:b/>
          <w:bCs/>
          <w:sz w:val="28"/>
          <w:szCs w:val="28"/>
          <w:lang w:val="en-US"/>
        </w:rPr>
        <w:t>Hörverstehen</w:t>
      </w:r>
    </w:p>
    <w:p w:rsidR="003602B1" w:rsidRPr="00C820F4" w:rsidRDefault="003602B1" w:rsidP="00FC40C2">
      <w:pPr>
        <w:autoSpaceDE w:val="0"/>
        <w:autoSpaceDN w:val="0"/>
        <w:adjustRightInd w:val="0"/>
        <w:rPr>
          <w:b/>
          <w:bCs/>
          <w:lang w:val="de-DE"/>
        </w:rPr>
      </w:pPr>
      <w:r w:rsidRPr="00963E39">
        <w:rPr>
          <w:lang w:val="de-DE"/>
        </w:rPr>
        <w:t xml:space="preserve"> </w:t>
      </w:r>
      <w:r w:rsidRPr="00963E39">
        <w:rPr>
          <w:b/>
          <w:bCs/>
          <w:lang w:val="de-DE"/>
        </w:rPr>
        <w:t>Wählen Sie die richtige Varia</w:t>
      </w:r>
      <w:r>
        <w:rPr>
          <w:b/>
          <w:bCs/>
          <w:lang w:val="de-DE"/>
        </w:rPr>
        <w:t>nte</w:t>
      </w:r>
      <w:r w:rsidRPr="00963E39">
        <w:rPr>
          <w:b/>
          <w:bCs/>
          <w:lang w:val="de-DE"/>
        </w:rPr>
        <w:t>.</w:t>
      </w:r>
    </w:p>
    <w:p w:rsidR="003602B1" w:rsidRPr="00C820F4" w:rsidRDefault="003602B1" w:rsidP="00FC40C2">
      <w:pPr>
        <w:autoSpaceDE w:val="0"/>
        <w:autoSpaceDN w:val="0"/>
        <w:adjustRightInd w:val="0"/>
        <w:rPr>
          <w:b/>
          <w:bCs/>
          <w:lang w:val="de-DE"/>
        </w:rPr>
      </w:pPr>
      <w:r w:rsidRPr="00C820F4">
        <w:rPr>
          <w:bCs/>
          <w:lang w:val="de-DE"/>
        </w:rPr>
        <w:t>1.</w:t>
      </w:r>
      <w:r w:rsidRPr="00C820F4">
        <w:rPr>
          <w:b/>
          <w:bCs/>
          <w:lang w:val="de-DE"/>
        </w:rPr>
        <w:t xml:space="preserve"> </w:t>
      </w:r>
      <w:r w:rsidRPr="00963E39">
        <w:rPr>
          <w:lang w:val="de-DE"/>
        </w:rPr>
        <w:t>Die Frau will einen Mixer kaufen.</w:t>
      </w:r>
    </w:p>
    <w:p w:rsidR="003602B1" w:rsidRPr="00963E39" w:rsidRDefault="003602B1" w:rsidP="00FC40C2">
      <w:pPr>
        <w:autoSpaceDE w:val="0"/>
        <w:autoSpaceDN w:val="0"/>
        <w:adjustRightInd w:val="0"/>
        <w:ind w:hanging="720"/>
        <w:rPr>
          <w:lang w:val="de-DE"/>
        </w:rPr>
      </w:pPr>
      <w:r w:rsidRPr="00C820F4">
        <w:rPr>
          <w:lang w:val="de-DE"/>
        </w:rPr>
        <w:t xml:space="preserve">            </w:t>
      </w:r>
      <w:r w:rsidRPr="00963E39">
        <w:rPr>
          <w:lang w:val="de-DE"/>
        </w:rPr>
        <w:t>A   Richtig          B   Falsch          C     steht nicht im Text</w:t>
      </w:r>
    </w:p>
    <w:p w:rsidR="003602B1" w:rsidRPr="00963E39" w:rsidRDefault="003602B1" w:rsidP="00FC40C2">
      <w:pPr>
        <w:autoSpaceDE w:val="0"/>
        <w:autoSpaceDN w:val="0"/>
        <w:adjustRightInd w:val="0"/>
        <w:rPr>
          <w:lang w:val="de-DE"/>
        </w:rPr>
      </w:pPr>
      <w:r w:rsidRPr="00963E39">
        <w:rPr>
          <w:lang w:val="de-DE"/>
        </w:rPr>
        <w:t>2.  Die Mikrowelle hat drei Stufen    ´200,600 und 800 Watt.</w:t>
      </w:r>
    </w:p>
    <w:p w:rsidR="003602B1" w:rsidRPr="00963E39" w:rsidRDefault="003602B1" w:rsidP="00FC40C2">
      <w:pPr>
        <w:autoSpaceDE w:val="0"/>
        <w:autoSpaceDN w:val="0"/>
        <w:adjustRightInd w:val="0"/>
        <w:rPr>
          <w:lang w:val="de-DE"/>
        </w:rPr>
      </w:pPr>
      <w:r w:rsidRPr="00963E39">
        <w:rPr>
          <w:lang w:val="de-DE"/>
        </w:rPr>
        <w:t>A   Richtig          B   Falsch          C     steht nicht im Text</w:t>
      </w:r>
    </w:p>
    <w:p w:rsidR="003602B1" w:rsidRPr="00963E39" w:rsidRDefault="003602B1" w:rsidP="00FC40C2">
      <w:pPr>
        <w:autoSpaceDE w:val="0"/>
        <w:autoSpaceDN w:val="0"/>
        <w:adjustRightInd w:val="0"/>
        <w:rPr>
          <w:lang w:val="de-DE"/>
        </w:rPr>
      </w:pPr>
      <w:r w:rsidRPr="00963E39">
        <w:rPr>
          <w:lang w:val="de-DE"/>
        </w:rPr>
        <w:t>3. Sie hört ein Signal am Ende des Vorgangs.</w:t>
      </w:r>
    </w:p>
    <w:p w:rsidR="003602B1" w:rsidRPr="00963E39" w:rsidRDefault="003602B1" w:rsidP="00FC40C2">
      <w:pPr>
        <w:autoSpaceDE w:val="0"/>
        <w:autoSpaceDN w:val="0"/>
        <w:adjustRightInd w:val="0"/>
        <w:rPr>
          <w:lang w:val="de-DE"/>
        </w:rPr>
      </w:pPr>
      <w:r w:rsidRPr="00963E39">
        <w:rPr>
          <w:lang w:val="de-DE"/>
        </w:rPr>
        <w:t>A   Richtig          B   Falsch          C     steht nicht im Text</w:t>
      </w:r>
    </w:p>
    <w:p w:rsidR="003602B1" w:rsidRPr="00963E39" w:rsidRDefault="003602B1" w:rsidP="00FC40C2">
      <w:pPr>
        <w:autoSpaceDE w:val="0"/>
        <w:autoSpaceDN w:val="0"/>
        <w:adjustRightInd w:val="0"/>
        <w:rPr>
          <w:lang w:val="de-DE"/>
        </w:rPr>
      </w:pPr>
      <w:r w:rsidRPr="00963E39">
        <w:rPr>
          <w:lang w:val="de-DE"/>
        </w:rPr>
        <w:t>4. Sie kann sehr gut kochen.</w:t>
      </w:r>
    </w:p>
    <w:p w:rsidR="003602B1" w:rsidRPr="00963E39" w:rsidRDefault="003602B1" w:rsidP="00FC40C2">
      <w:pPr>
        <w:autoSpaceDE w:val="0"/>
        <w:autoSpaceDN w:val="0"/>
        <w:adjustRightInd w:val="0"/>
        <w:rPr>
          <w:lang w:val="de-DE"/>
        </w:rPr>
      </w:pPr>
      <w:r w:rsidRPr="00963E39">
        <w:rPr>
          <w:lang w:val="de-DE"/>
        </w:rPr>
        <w:t>A   Richtig          B   Falsch          C     steht nicht im Text</w:t>
      </w:r>
    </w:p>
    <w:p w:rsidR="003602B1" w:rsidRPr="00963E39" w:rsidRDefault="003602B1" w:rsidP="00FC40C2">
      <w:pPr>
        <w:autoSpaceDE w:val="0"/>
        <w:autoSpaceDN w:val="0"/>
        <w:adjustRightInd w:val="0"/>
        <w:rPr>
          <w:lang w:val="de-DE"/>
        </w:rPr>
      </w:pPr>
      <w:r w:rsidRPr="00963E39">
        <w:rPr>
          <w:lang w:val="de-DE"/>
        </w:rPr>
        <w:t>5. Sie soll spezielles Geschirr für die Mikrowelle kaufen.</w:t>
      </w:r>
    </w:p>
    <w:p w:rsidR="003602B1" w:rsidRPr="00963E39" w:rsidRDefault="003602B1" w:rsidP="00FC40C2">
      <w:pPr>
        <w:autoSpaceDE w:val="0"/>
        <w:autoSpaceDN w:val="0"/>
        <w:adjustRightInd w:val="0"/>
        <w:rPr>
          <w:lang w:val="de-DE"/>
        </w:rPr>
      </w:pPr>
      <w:r w:rsidRPr="00963E39">
        <w:rPr>
          <w:lang w:val="de-DE"/>
        </w:rPr>
        <w:t>A   Richtig          B   Falsch          C     steht nicht im Text</w:t>
      </w:r>
    </w:p>
    <w:p w:rsidR="003602B1" w:rsidRPr="00963E39" w:rsidRDefault="003602B1" w:rsidP="00FC40C2">
      <w:pPr>
        <w:autoSpaceDE w:val="0"/>
        <w:autoSpaceDN w:val="0"/>
        <w:adjustRightInd w:val="0"/>
        <w:rPr>
          <w:lang w:val="de-DE"/>
        </w:rPr>
      </w:pPr>
      <w:r w:rsidRPr="00963E39">
        <w:rPr>
          <w:lang w:val="de-DE"/>
        </w:rPr>
        <w:t>6. Die Mikrowelle ist ungesund.</w:t>
      </w:r>
    </w:p>
    <w:p w:rsidR="003602B1" w:rsidRPr="00963E39" w:rsidRDefault="003602B1" w:rsidP="00FC40C2">
      <w:pPr>
        <w:autoSpaceDE w:val="0"/>
        <w:autoSpaceDN w:val="0"/>
        <w:adjustRightInd w:val="0"/>
        <w:rPr>
          <w:lang w:val="de-DE"/>
        </w:rPr>
      </w:pPr>
      <w:r w:rsidRPr="00963E39">
        <w:rPr>
          <w:lang w:val="de-DE"/>
        </w:rPr>
        <w:t>A   Richtig          B   Falsch          C     steht nicht im Text</w:t>
      </w:r>
    </w:p>
    <w:p w:rsidR="003602B1" w:rsidRPr="00963E39" w:rsidRDefault="003602B1" w:rsidP="00FC40C2">
      <w:pPr>
        <w:autoSpaceDE w:val="0"/>
        <w:autoSpaceDN w:val="0"/>
        <w:adjustRightInd w:val="0"/>
        <w:rPr>
          <w:lang w:val="de-DE"/>
        </w:rPr>
      </w:pPr>
      <w:r w:rsidRPr="00963E39">
        <w:rPr>
          <w:lang w:val="de-DE"/>
        </w:rPr>
        <w:t>7. Es ist gefährlich, das Metallgeschirr zu benutzen.</w:t>
      </w:r>
    </w:p>
    <w:p w:rsidR="003602B1" w:rsidRPr="00963E39" w:rsidRDefault="003602B1" w:rsidP="00FC40C2">
      <w:pPr>
        <w:autoSpaceDE w:val="0"/>
        <w:autoSpaceDN w:val="0"/>
        <w:adjustRightInd w:val="0"/>
        <w:rPr>
          <w:lang w:val="de-DE"/>
        </w:rPr>
      </w:pPr>
      <w:r w:rsidRPr="00963E39">
        <w:rPr>
          <w:lang w:val="de-DE"/>
        </w:rPr>
        <w:t>A   Richtig          B   Falsch          C     steht nicht im Text</w:t>
      </w:r>
    </w:p>
    <w:p w:rsidR="003602B1" w:rsidRPr="00963E39" w:rsidRDefault="003602B1" w:rsidP="00FC40C2">
      <w:pPr>
        <w:autoSpaceDE w:val="0"/>
        <w:autoSpaceDN w:val="0"/>
        <w:adjustRightInd w:val="0"/>
        <w:rPr>
          <w:lang w:val="de-DE"/>
        </w:rPr>
      </w:pPr>
      <w:r w:rsidRPr="00963E39">
        <w:rPr>
          <w:b/>
          <w:bCs/>
          <w:lang w:val="de-DE"/>
        </w:rPr>
        <w:t>Die Aufgabe 2.</w:t>
      </w:r>
      <w:r w:rsidRPr="00963E39">
        <w:rPr>
          <w:lang w:val="de-DE"/>
        </w:rPr>
        <w:t xml:space="preserve"> </w:t>
      </w:r>
      <w:r w:rsidRPr="00963E39">
        <w:rPr>
          <w:b/>
          <w:bCs/>
          <w:lang w:val="de-DE"/>
        </w:rPr>
        <w:t>Wählen Sie das passende Wort.</w:t>
      </w:r>
    </w:p>
    <w:p w:rsidR="003602B1" w:rsidRPr="00963E39" w:rsidRDefault="003602B1" w:rsidP="00FC40C2">
      <w:pPr>
        <w:autoSpaceDE w:val="0"/>
        <w:autoSpaceDN w:val="0"/>
        <w:adjustRightInd w:val="0"/>
        <w:rPr>
          <w:lang w:val="de-DE"/>
        </w:rPr>
      </w:pPr>
      <w:r w:rsidRPr="00963E39">
        <w:rPr>
          <w:lang w:val="de-DE"/>
        </w:rPr>
        <w:t>1.          Die   ------         … der Mikrowelle kann man mit dem weißen Knopf einstellen.</w:t>
      </w:r>
    </w:p>
    <w:p w:rsidR="003602B1" w:rsidRPr="00963E39" w:rsidRDefault="003602B1" w:rsidP="00FC40C2">
      <w:pPr>
        <w:autoSpaceDE w:val="0"/>
        <w:autoSpaceDN w:val="0"/>
        <w:adjustRightInd w:val="0"/>
        <w:rPr>
          <w:lang w:val="de-DE"/>
        </w:rPr>
      </w:pPr>
      <w:r>
        <w:rPr>
          <w:lang w:val="de-DE"/>
        </w:rPr>
        <w:t>a</w:t>
      </w:r>
      <w:r w:rsidRPr="00D33C4E">
        <w:rPr>
          <w:lang w:val="de-DE"/>
        </w:rPr>
        <w:t>)</w:t>
      </w:r>
      <w:r w:rsidRPr="00963E39">
        <w:rPr>
          <w:lang w:val="de-DE"/>
        </w:rPr>
        <w:t xml:space="preserve"> Signaltöne    b) Leistungsstufe    c) Stopptaste   d) Zeit</w:t>
      </w:r>
    </w:p>
    <w:p w:rsidR="003602B1" w:rsidRPr="00963E39" w:rsidRDefault="003602B1" w:rsidP="00FC40C2">
      <w:pPr>
        <w:autoSpaceDE w:val="0"/>
        <w:autoSpaceDN w:val="0"/>
        <w:adjustRightInd w:val="0"/>
        <w:rPr>
          <w:lang w:val="de-DE"/>
        </w:rPr>
      </w:pPr>
      <w:r w:rsidRPr="00963E39">
        <w:rPr>
          <w:lang w:val="de-DE"/>
        </w:rPr>
        <w:t>2.</w:t>
      </w:r>
      <w:r w:rsidRPr="00963E39">
        <w:rPr>
          <w:lang w:val="de-DE"/>
        </w:rPr>
        <w:tab/>
        <w:t>Es gibt drei Stufen: 200, 400 und     -----  Watt.</w:t>
      </w:r>
    </w:p>
    <w:p w:rsidR="003602B1" w:rsidRPr="00963E39" w:rsidRDefault="003602B1" w:rsidP="00FC40C2">
      <w:pPr>
        <w:autoSpaceDE w:val="0"/>
        <w:autoSpaceDN w:val="0"/>
        <w:adjustRightInd w:val="0"/>
        <w:rPr>
          <w:lang w:val="de-DE"/>
        </w:rPr>
      </w:pPr>
      <w:r w:rsidRPr="00963E39">
        <w:rPr>
          <w:lang w:val="de-DE"/>
        </w:rPr>
        <w:t>a) 600       b)800      c) 900     d) 1000</w:t>
      </w:r>
    </w:p>
    <w:p w:rsidR="003602B1" w:rsidRPr="00963E39" w:rsidRDefault="003602B1" w:rsidP="00FC40C2">
      <w:pPr>
        <w:autoSpaceDE w:val="0"/>
        <w:autoSpaceDN w:val="0"/>
        <w:adjustRightInd w:val="0"/>
        <w:rPr>
          <w:lang w:val="de-DE"/>
        </w:rPr>
      </w:pPr>
      <w:r w:rsidRPr="00963E39">
        <w:rPr>
          <w:lang w:val="de-DE"/>
        </w:rPr>
        <w:t>3.</w:t>
      </w:r>
      <w:r w:rsidRPr="00963E39">
        <w:rPr>
          <w:lang w:val="de-DE"/>
        </w:rPr>
        <w:tab/>
        <w:t>Mit der……   Taste kann man den Vorgang starten.</w:t>
      </w:r>
    </w:p>
    <w:p w:rsidR="003602B1" w:rsidRPr="00963E39" w:rsidRDefault="003602B1" w:rsidP="00FC40C2">
      <w:pPr>
        <w:autoSpaceDE w:val="0"/>
        <w:autoSpaceDN w:val="0"/>
        <w:adjustRightInd w:val="0"/>
        <w:rPr>
          <w:lang w:val="de-DE"/>
        </w:rPr>
      </w:pPr>
      <w:r w:rsidRPr="00963E39">
        <w:rPr>
          <w:lang w:val="de-DE"/>
        </w:rPr>
        <w:t>a) roten      b) gelben     c) weißen         d) grünen</w:t>
      </w:r>
    </w:p>
    <w:p w:rsidR="003602B1" w:rsidRPr="00963E39" w:rsidRDefault="003602B1" w:rsidP="00FC40C2">
      <w:pPr>
        <w:autoSpaceDE w:val="0"/>
        <w:autoSpaceDN w:val="0"/>
        <w:adjustRightInd w:val="0"/>
        <w:rPr>
          <w:lang w:val="de-DE"/>
        </w:rPr>
      </w:pPr>
      <w:r w:rsidRPr="00963E39">
        <w:rPr>
          <w:lang w:val="de-DE"/>
        </w:rPr>
        <w:t>4.</w:t>
      </w:r>
      <w:r w:rsidRPr="00963E39">
        <w:rPr>
          <w:lang w:val="de-DE"/>
        </w:rPr>
        <w:tab/>
        <w:t>Der Vorgang wird mit der Stopptaste   …….</w:t>
      </w:r>
    </w:p>
    <w:p w:rsidR="003602B1" w:rsidRPr="00963E39" w:rsidRDefault="003602B1" w:rsidP="00FC40C2">
      <w:pPr>
        <w:autoSpaceDE w:val="0"/>
        <w:autoSpaceDN w:val="0"/>
        <w:adjustRightInd w:val="0"/>
        <w:rPr>
          <w:lang w:val="de-DE"/>
        </w:rPr>
      </w:pPr>
      <w:r w:rsidRPr="00963E39">
        <w:rPr>
          <w:lang w:val="de-DE"/>
        </w:rPr>
        <w:t>a) begonnen    b) unterbrechen    c) unterbrochen     d) gebrochen</w:t>
      </w:r>
    </w:p>
    <w:p w:rsidR="003602B1" w:rsidRPr="00963E39" w:rsidRDefault="003602B1" w:rsidP="00FC40C2">
      <w:pPr>
        <w:autoSpaceDE w:val="0"/>
        <w:autoSpaceDN w:val="0"/>
        <w:adjustRightInd w:val="0"/>
        <w:rPr>
          <w:lang w:val="de-DE"/>
        </w:rPr>
      </w:pPr>
      <w:r w:rsidRPr="00963E39">
        <w:rPr>
          <w:lang w:val="de-DE"/>
        </w:rPr>
        <w:t>5.</w:t>
      </w:r>
      <w:r w:rsidRPr="00963E39">
        <w:rPr>
          <w:lang w:val="de-DE"/>
        </w:rPr>
        <w:tab/>
        <w:t>Die Zeit kann man mit der Taste   der Stopptaste einstellen.</w:t>
      </w:r>
    </w:p>
    <w:p w:rsidR="003602B1" w:rsidRPr="00963E39" w:rsidRDefault="003602B1" w:rsidP="00FC40C2">
      <w:pPr>
        <w:autoSpaceDE w:val="0"/>
        <w:autoSpaceDN w:val="0"/>
        <w:adjustRightInd w:val="0"/>
        <w:rPr>
          <w:lang w:val="de-DE"/>
        </w:rPr>
      </w:pPr>
      <w:r w:rsidRPr="00963E39">
        <w:rPr>
          <w:lang w:val="de-DE"/>
        </w:rPr>
        <w:t>a)neben     b) unter      c) über         d)mit</w:t>
      </w:r>
    </w:p>
    <w:p w:rsidR="003602B1" w:rsidRPr="00963E39" w:rsidRDefault="003602B1" w:rsidP="00FC40C2">
      <w:pPr>
        <w:autoSpaceDE w:val="0"/>
        <w:autoSpaceDN w:val="0"/>
        <w:adjustRightInd w:val="0"/>
        <w:rPr>
          <w:lang w:val="de-DE"/>
        </w:rPr>
      </w:pPr>
      <w:r w:rsidRPr="00963E39">
        <w:rPr>
          <w:lang w:val="de-DE"/>
        </w:rPr>
        <w:t>6.</w:t>
      </w:r>
      <w:r w:rsidRPr="00963E39">
        <w:rPr>
          <w:lang w:val="de-DE"/>
        </w:rPr>
        <w:tab/>
        <w:t>Wenn das Essen warm ist, hört man einen   ……</w:t>
      </w:r>
    </w:p>
    <w:p w:rsidR="003602B1" w:rsidRDefault="003602B1" w:rsidP="00FC40C2">
      <w:pPr>
        <w:autoSpaceDE w:val="0"/>
        <w:autoSpaceDN w:val="0"/>
        <w:adjustRightInd w:val="0"/>
        <w:rPr>
          <w:lang w:val="en-US"/>
        </w:rPr>
      </w:pPr>
      <w:r>
        <w:rPr>
          <w:lang w:val="en-US"/>
        </w:rPr>
        <w:t>a) Knall    b) Signalton       c) Alarm     d) Error</w:t>
      </w:r>
    </w:p>
    <w:p w:rsidR="003602B1" w:rsidRPr="00963E39" w:rsidRDefault="003602B1" w:rsidP="00FC40C2">
      <w:pPr>
        <w:autoSpaceDE w:val="0"/>
        <w:autoSpaceDN w:val="0"/>
        <w:adjustRightInd w:val="0"/>
        <w:rPr>
          <w:lang w:val="de-DE"/>
        </w:rPr>
      </w:pPr>
      <w:r w:rsidRPr="00963E39">
        <w:rPr>
          <w:lang w:val="de-DE"/>
        </w:rPr>
        <w:t>7.</w:t>
      </w:r>
      <w:r w:rsidRPr="00963E39">
        <w:rPr>
          <w:lang w:val="de-DE"/>
        </w:rPr>
        <w:tab/>
        <w:t>……</w:t>
      </w:r>
      <w:r w:rsidRPr="00963E39">
        <w:rPr>
          <w:lang w:val="de-DE"/>
        </w:rPr>
        <w:tab/>
        <w:t xml:space="preserve"> darf man in die Mikrowelle stellen.</w:t>
      </w:r>
    </w:p>
    <w:p w:rsidR="003602B1" w:rsidRPr="00963E39" w:rsidRDefault="003602B1" w:rsidP="00FC40C2">
      <w:pPr>
        <w:autoSpaceDE w:val="0"/>
        <w:autoSpaceDN w:val="0"/>
        <w:adjustRightInd w:val="0"/>
        <w:rPr>
          <w:lang w:val="de-DE"/>
        </w:rPr>
      </w:pPr>
      <w:r w:rsidRPr="00963E39">
        <w:rPr>
          <w:lang w:val="de-DE"/>
        </w:rPr>
        <w:t>a) Porzellanteller     b) Geschirr aus Metall     c) Töpfe     d) Tassen</w:t>
      </w:r>
    </w:p>
    <w:p w:rsidR="003602B1" w:rsidRPr="00963E39" w:rsidRDefault="003602B1" w:rsidP="00FC40C2">
      <w:pPr>
        <w:autoSpaceDE w:val="0"/>
        <w:autoSpaceDN w:val="0"/>
        <w:adjustRightInd w:val="0"/>
        <w:rPr>
          <w:lang w:val="de-DE"/>
        </w:rPr>
      </w:pPr>
      <w:r w:rsidRPr="00963E39">
        <w:rPr>
          <w:lang w:val="de-DE"/>
        </w:rPr>
        <w:t>8.</w:t>
      </w:r>
      <w:r w:rsidRPr="00963E39">
        <w:rPr>
          <w:lang w:val="de-DE"/>
        </w:rPr>
        <w:tab/>
        <w:t>Man darf kein …..  ins Gerät stellen.</w:t>
      </w:r>
    </w:p>
    <w:p w:rsidR="003602B1" w:rsidRPr="00963E39" w:rsidRDefault="003602B1" w:rsidP="00FC40C2">
      <w:pPr>
        <w:autoSpaceDE w:val="0"/>
        <w:autoSpaceDN w:val="0"/>
        <w:adjustRightInd w:val="0"/>
        <w:rPr>
          <w:lang w:val="de-DE"/>
        </w:rPr>
      </w:pPr>
      <w:r w:rsidRPr="00963E39">
        <w:rPr>
          <w:lang w:val="de-DE"/>
        </w:rPr>
        <w:t>a) kaltes Essen    b) Geschirr aus Plastik    c) Geschirr aus Metall   d) Geschirr aus Glas</w:t>
      </w:r>
    </w:p>
    <w:p w:rsidR="003602B1" w:rsidRPr="00D33C4E" w:rsidRDefault="003602B1" w:rsidP="00FC40C2">
      <w:pPr>
        <w:autoSpaceDE w:val="0"/>
        <w:autoSpaceDN w:val="0"/>
        <w:adjustRightInd w:val="0"/>
        <w:rPr>
          <w:b/>
          <w:bCs/>
          <w:sz w:val="28"/>
          <w:szCs w:val="28"/>
          <w:lang w:val="de-DE"/>
        </w:rPr>
      </w:pPr>
    </w:p>
    <w:p w:rsidR="003602B1" w:rsidRDefault="003602B1" w:rsidP="00FC40C2">
      <w:pPr>
        <w:numPr>
          <w:ilvl w:val="0"/>
          <w:numId w:val="1"/>
        </w:numPr>
        <w:autoSpaceDE w:val="0"/>
        <w:autoSpaceDN w:val="0"/>
        <w:adjustRightInd w:val="0"/>
        <w:ind w:hanging="720"/>
        <w:rPr>
          <w:b/>
          <w:bCs/>
          <w:sz w:val="28"/>
          <w:szCs w:val="28"/>
          <w:lang w:val="en-US"/>
        </w:rPr>
      </w:pPr>
      <w:r>
        <w:rPr>
          <w:b/>
          <w:bCs/>
          <w:sz w:val="28"/>
          <w:szCs w:val="28"/>
          <w:lang w:val="en-US"/>
        </w:rPr>
        <w:t>Leseverstehen</w:t>
      </w:r>
    </w:p>
    <w:p w:rsidR="003602B1" w:rsidRPr="00963E39" w:rsidRDefault="003602B1" w:rsidP="00FC40C2">
      <w:pPr>
        <w:autoSpaceDE w:val="0"/>
        <w:autoSpaceDN w:val="0"/>
        <w:adjustRightInd w:val="0"/>
        <w:rPr>
          <w:b/>
          <w:bCs/>
          <w:sz w:val="28"/>
          <w:szCs w:val="28"/>
          <w:lang w:val="de-DE"/>
        </w:rPr>
      </w:pPr>
      <w:r w:rsidRPr="00963E39">
        <w:rPr>
          <w:b/>
          <w:bCs/>
          <w:sz w:val="28"/>
          <w:szCs w:val="28"/>
          <w:lang w:val="de-DE"/>
        </w:rPr>
        <w:t xml:space="preserve">Lesen Sie zuerst den Text und lösen Sie dann die darauf folgenden Aufgaben. </w:t>
      </w:r>
    </w:p>
    <w:p w:rsidR="003602B1" w:rsidRPr="00963E39" w:rsidRDefault="003602B1" w:rsidP="00FC40C2">
      <w:pPr>
        <w:autoSpaceDE w:val="0"/>
        <w:autoSpaceDN w:val="0"/>
        <w:adjustRightInd w:val="0"/>
        <w:rPr>
          <w:b/>
          <w:bCs/>
          <w:i/>
          <w:iCs/>
          <w:lang w:val="de-DE"/>
        </w:rPr>
      </w:pPr>
      <w:r w:rsidRPr="00963E39">
        <w:rPr>
          <w:b/>
          <w:bCs/>
          <w:i/>
          <w:iCs/>
          <w:lang w:val="de-DE"/>
        </w:rPr>
        <w:t>Rebellenstrom aus dem Schwarzwald</w:t>
      </w:r>
    </w:p>
    <w:p w:rsidR="003602B1" w:rsidRPr="00963E39" w:rsidRDefault="003602B1" w:rsidP="00FC40C2">
      <w:pPr>
        <w:autoSpaceDE w:val="0"/>
        <w:autoSpaceDN w:val="0"/>
        <w:adjustRightInd w:val="0"/>
        <w:rPr>
          <w:lang w:val="de-DE"/>
        </w:rPr>
      </w:pPr>
      <w:r w:rsidRPr="00963E39">
        <w:rPr>
          <w:lang w:val="de-DE"/>
        </w:rPr>
        <w:t>Schönau ist ein idyllisches Städchen im Schwarzwald: Heimatmuseum, Golfplatz, Freibad mit Minigolf und Drei-Meter/Turm. Eine gemütliche Kleinstadt – sauber, liebenswürdig, normal. Hier soll eine Revolution im Gange sein? Seit über 20 Jahren? Doch! Die schönauer revolutionieren den deutschen Energiemarket. Von ihrem  2 500 – Seelen – Dorf aus werden mittlerweile über 80 000 Kunden in ganz Deutschland mit sauberem Strom versorgt. Feinster Ökostrom, ohne Atomenergie und mit sehr wenig CO2 – Ausstoß.</w:t>
      </w:r>
    </w:p>
    <w:p w:rsidR="003602B1" w:rsidRPr="00963E39" w:rsidRDefault="003602B1" w:rsidP="00FC40C2">
      <w:pPr>
        <w:autoSpaceDE w:val="0"/>
        <w:autoSpaceDN w:val="0"/>
        <w:adjustRightInd w:val="0"/>
        <w:rPr>
          <w:lang w:val="de-DE"/>
        </w:rPr>
      </w:pPr>
      <w:r w:rsidRPr="00963E39">
        <w:rPr>
          <w:lang w:val="de-DE"/>
        </w:rPr>
        <w:t>Angefangen hat alles 1986, als im fernen Tschernobyl ein Atomkraftwerk explodierte. „Auf einmal wussten wir nicht mehr, was wir unseren Kindern zu essen geben konnten“, erinnert sich Ursula Sladek im Interview mit dem Stern an die Anfänge der Stromrevolution. „Uns wurde klar: Wenn wir auf Atomenergie verzichten wollen, müssen wir selbst aktiv werden. So entstand hier in Schönau eine Bürgerbewegung, die zunächst Stromsparwettbewerbe veranstaltete.“</w:t>
      </w:r>
    </w:p>
    <w:p w:rsidR="003602B1" w:rsidRPr="00963E39" w:rsidRDefault="003602B1" w:rsidP="00FC40C2">
      <w:pPr>
        <w:autoSpaceDE w:val="0"/>
        <w:autoSpaceDN w:val="0"/>
        <w:adjustRightInd w:val="0"/>
        <w:rPr>
          <w:lang w:val="de-DE"/>
        </w:rPr>
      </w:pPr>
      <w:r w:rsidRPr="00963E39">
        <w:rPr>
          <w:lang w:val="de-DE"/>
        </w:rPr>
        <w:t>Frau Sladek war damals Grundschullehrerin und stand mit ihrem Mann Michael ganz vorn in der neuen Bürgerinitiative. Als vier Jahre später aus dem Wettbewerb um die niedrigste Stromrechnung ein harter Kampf um das städtische Stromnetz wurde, schlug die Stunde der Sladeks und ihrer Mitstreiter. Der regionale Monopolversorger KWR drängte ihre Stadt zu einem neuen Konzessionsvertrag und bot für eine schnelle Unterschrift 100 000 DM. Auf ökologische Forderungen ging man hingegen nicht ein. Damit die Stadt den Vertrag nicht unterschreibt, entschlossen sich die Bürger, dass Geld selbst aufzubringen.</w:t>
      </w:r>
    </w:p>
    <w:p w:rsidR="003602B1" w:rsidRPr="00963E39" w:rsidRDefault="003602B1" w:rsidP="00FC40C2">
      <w:pPr>
        <w:autoSpaceDE w:val="0"/>
        <w:autoSpaceDN w:val="0"/>
        <w:adjustRightInd w:val="0"/>
        <w:rPr>
          <w:lang w:val="de-DE"/>
        </w:rPr>
      </w:pPr>
      <w:r w:rsidRPr="00963E39">
        <w:rPr>
          <w:lang w:val="de-DE"/>
        </w:rPr>
        <w:t>Im Laufe weniger Wochen hatten die Schönauer genügend Spender gefunden. „Viele hatten wohl Spaß daran, dem Monopolisten Grenzen aufzuzeigen“, erklärt  die heutige Geschäftsführerin der Elektrizitätswerke Schönau, die allerdings erst einige Jahre später gegründet wurden. Mit den 100 000 DM war das Netz noch lange nicht gekauft. Rund 5, 8 Millionen DM mussten gefunden werden und die Beschaffung dieser stolzen Summe grenzte ein Wunder: Aus ganz Deutschland meldeten sich Unterstützer, große Werbeagenturen entwarfen kostenlose Kampagnen und die ethisch-ökologische GLS- Bank legte eigens einen Fonds auf.</w:t>
      </w:r>
    </w:p>
    <w:p w:rsidR="003602B1" w:rsidRPr="00D33C4E" w:rsidRDefault="003602B1" w:rsidP="00FC40C2">
      <w:pPr>
        <w:autoSpaceDE w:val="0"/>
        <w:autoSpaceDN w:val="0"/>
        <w:adjustRightInd w:val="0"/>
        <w:rPr>
          <w:lang w:val="de-DE"/>
        </w:rPr>
      </w:pPr>
      <w:r w:rsidRPr="00963E39">
        <w:rPr>
          <w:lang w:val="de-DE"/>
        </w:rPr>
        <w:t xml:space="preserve">Es flossen binnen weniger Monate Spenden in Millionenhöhe auf das Konto der Schönauer. In einer Kleinstadt haben die Bürger über mächtige Energiekonzerne gesiegt. Ihr „Rebellenstrom“ wird aus regenerativen Energien gewonnen. Nebenbei treiben sie den ökologischen Umbau der Energieversorgung an. </w:t>
      </w:r>
    </w:p>
    <w:p w:rsidR="003602B1" w:rsidRPr="00963E39" w:rsidRDefault="003602B1" w:rsidP="00FC40C2">
      <w:pPr>
        <w:numPr>
          <w:ilvl w:val="0"/>
          <w:numId w:val="1"/>
        </w:numPr>
        <w:autoSpaceDE w:val="0"/>
        <w:autoSpaceDN w:val="0"/>
        <w:adjustRightInd w:val="0"/>
        <w:ind w:hanging="360"/>
        <w:rPr>
          <w:lang w:val="de-DE"/>
        </w:rPr>
      </w:pPr>
      <w:r w:rsidRPr="00963E39">
        <w:rPr>
          <w:lang w:val="de-DE"/>
        </w:rPr>
        <w:t>Schönau ist eine typische deutsche Kleinstadt.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Die Bevölkerung der Stadt wuchs in 20 Jahren bis auf 80 000 Einwohner.</w:t>
      </w:r>
    </w:p>
    <w:p w:rsidR="003602B1" w:rsidRPr="00963E39" w:rsidRDefault="003602B1" w:rsidP="00FC40C2">
      <w:pPr>
        <w:numPr>
          <w:ilvl w:val="0"/>
          <w:numId w:val="1"/>
        </w:numPr>
        <w:autoSpaceDE w:val="0"/>
        <w:autoSpaceDN w:val="0"/>
        <w:adjustRightInd w:val="0"/>
        <w:ind w:hanging="36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 xml:space="preserve">Nach der Explosion des Kraftwerkes schickten die Schönauer nach Tschernobyl Lebensmittel. </w:t>
      </w:r>
    </w:p>
    <w:p w:rsidR="003602B1" w:rsidRPr="00963E39" w:rsidRDefault="003602B1" w:rsidP="00FC40C2">
      <w:pPr>
        <w:numPr>
          <w:ilvl w:val="0"/>
          <w:numId w:val="1"/>
        </w:numPr>
        <w:autoSpaceDE w:val="0"/>
        <w:autoSpaceDN w:val="0"/>
        <w:adjustRightInd w:val="0"/>
        <w:ind w:hanging="36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 xml:space="preserve">Alle Einwohner der Stadt nahmen aktiv an Stromsparwettbewerben teil. </w:t>
      </w:r>
    </w:p>
    <w:p w:rsidR="003602B1" w:rsidRPr="00963E39" w:rsidRDefault="003602B1" w:rsidP="00FC40C2">
      <w:pPr>
        <w:numPr>
          <w:ilvl w:val="0"/>
          <w:numId w:val="1"/>
        </w:numPr>
        <w:autoSpaceDE w:val="0"/>
        <w:autoSpaceDN w:val="0"/>
        <w:adjustRightInd w:val="0"/>
        <w:ind w:hanging="36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 xml:space="preserve">Ursula Sladek und ihr Mann standen an der Spitze der Bürgerinitiative. </w:t>
      </w:r>
    </w:p>
    <w:p w:rsidR="003602B1" w:rsidRPr="00963E39" w:rsidRDefault="003602B1" w:rsidP="00FC40C2">
      <w:pPr>
        <w:autoSpaceDE w:val="0"/>
        <w:autoSpaceDN w:val="0"/>
        <w:adjustRightInd w:val="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Der Vertrag mit dem Monopolversorger KWR wurde wegen einer zu hohen Geldsumme nicht unterschrieben.</w:t>
      </w:r>
    </w:p>
    <w:p w:rsidR="003602B1" w:rsidRPr="00963E39" w:rsidRDefault="003602B1" w:rsidP="00FC40C2">
      <w:pPr>
        <w:numPr>
          <w:ilvl w:val="0"/>
          <w:numId w:val="1"/>
        </w:numPr>
        <w:autoSpaceDE w:val="0"/>
        <w:autoSpaceDN w:val="0"/>
        <w:adjustRightInd w:val="0"/>
        <w:ind w:hanging="36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 xml:space="preserve">Die Initiative der Schönauer wurde von der GLS – Bank nicht unterstützt. </w:t>
      </w:r>
    </w:p>
    <w:p w:rsidR="003602B1" w:rsidRPr="00963E39" w:rsidRDefault="003602B1" w:rsidP="00FC40C2">
      <w:pPr>
        <w:numPr>
          <w:ilvl w:val="0"/>
          <w:numId w:val="1"/>
        </w:numPr>
        <w:autoSpaceDE w:val="0"/>
        <w:autoSpaceDN w:val="0"/>
        <w:adjustRightInd w:val="0"/>
        <w:ind w:hanging="36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Die Energiekonzerne haben in den Umbau der Stromversorgung in Schönau viel Geld investiert.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Richtig</w:t>
      </w:r>
      <w:r w:rsidRPr="00963E39">
        <w:rPr>
          <w:lang w:val="de-DE"/>
        </w:rPr>
        <w:tab/>
      </w:r>
      <w:r w:rsidRPr="00963E39">
        <w:rPr>
          <w:lang w:val="de-DE"/>
        </w:rPr>
        <w:tab/>
        <w:t>B. Falsch</w:t>
      </w:r>
      <w:r w:rsidRPr="00963E39">
        <w:rPr>
          <w:lang w:val="de-DE"/>
        </w:rPr>
        <w:tab/>
      </w:r>
      <w:r w:rsidRPr="00963E39">
        <w:rPr>
          <w:lang w:val="de-DE"/>
        </w:rPr>
        <w:tab/>
        <w:t>C. Steht nicht im Text</w:t>
      </w:r>
    </w:p>
    <w:p w:rsidR="003602B1" w:rsidRDefault="003602B1" w:rsidP="00FC40C2">
      <w:pPr>
        <w:numPr>
          <w:ilvl w:val="0"/>
          <w:numId w:val="1"/>
        </w:numPr>
        <w:autoSpaceDE w:val="0"/>
        <w:autoSpaceDN w:val="0"/>
        <w:adjustRightInd w:val="0"/>
        <w:ind w:hanging="720"/>
        <w:rPr>
          <w:b/>
          <w:bCs/>
          <w:sz w:val="28"/>
          <w:szCs w:val="28"/>
          <w:lang w:val="en-US"/>
        </w:rPr>
      </w:pPr>
      <w:r>
        <w:rPr>
          <w:b/>
          <w:bCs/>
          <w:sz w:val="28"/>
          <w:szCs w:val="28"/>
          <w:lang w:val="en-US"/>
        </w:rPr>
        <w:t>Lexikalisch – grammatische Aufgabe</w:t>
      </w:r>
    </w:p>
    <w:p w:rsidR="003602B1" w:rsidRPr="00963E39" w:rsidRDefault="003602B1" w:rsidP="00FC40C2">
      <w:pPr>
        <w:autoSpaceDE w:val="0"/>
        <w:autoSpaceDN w:val="0"/>
        <w:adjustRightInd w:val="0"/>
        <w:rPr>
          <w:b/>
          <w:bCs/>
          <w:sz w:val="28"/>
          <w:szCs w:val="28"/>
          <w:lang w:val="de-DE"/>
        </w:rPr>
      </w:pPr>
      <w:r w:rsidRPr="00963E39">
        <w:rPr>
          <w:b/>
          <w:bCs/>
          <w:sz w:val="28"/>
          <w:szCs w:val="28"/>
          <w:lang w:val="de-DE"/>
        </w:rPr>
        <w:t xml:space="preserve">Lesen Sie zuerst den ganzen Text, in dem einige Wörter fehlen. Lesen Sie den Text noch einmal und fügen Sie in die Lücken (____) je ein fehlendes Wort ein. Tragen Sie dann Ihre Antworten ins Antwortblatt ein. </w:t>
      </w:r>
    </w:p>
    <w:p w:rsidR="003602B1" w:rsidRPr="00963E39" w:rsidRDefault="003602B1" w:rsidP="00FC40C2">
      <w:pPr>
        <w:autoSpaceDE w:val="0"/>
        <w:autoSpaceDN w:val="0"/>
        <w:adjustRightInd w:val="0"/>
        <w:rPr>
          <w:b/>
          <w:bCs/>
          <w:i/>
          <w:iCs/>
          <w:sz w:val="28"/>
          <w:szCs w:val="28"/>
          <w:lang w:val="de-DE"/>
        </w:rPr>
      </w:pPr>
      <w:r w:rsidRPr="00963E39">
        <w:rPr>
          <w:b/>
          <w:bCs/>
          <w:i/>
          <w:iCs/>
          <w:sz w:val="28"/>
          <w:szCs w:val="28"/>
          <w:lang w:val="de-DE"/>
        </w:rPr>
        <w:t>Was ist Liebe?</w:t>
      </w:r>
    </w:p>
    <w:p w:rsidR="003602B1" w:rsidRPr="00963E39" w:rsidRDefault="003602B1" w:rsidP="00FC40C2">
      <w:pPr>
        <w:autoSpaceDE w:val="0"/>
        <w:autoSpaceDN w:val="0"/>
        <w:adjustRightInd w:val="0"/>
        <w:rPr>
          <w:lang w:val="de-DE"/>
        </w:rPr>
      </w:pPr>
      <w:r w:rsidRPr="00963E39">
        <w:rPr>
          <w:lang w:val="de-DE"/>
        </w:rPr>
        <w:t xml:space="preserve">Wie entsteht die wahre Liebe eigentlich? Als Kind dachte ich immer, dass man keinen (1)____ darauf hat, wen man liebt. Bei der Familie zum Beispiel: Auch wenn man sich manchmal nicht ganz versteht, man liebt sich trotzdem, auch ohne einen sichtbaren Grund. </w:t>
      </w:r>
    </w:p>
    <w:p w:rsidR="003602B1" w:rsidRPr="00963E39" w:rsidRDefault="003602B1" w:rsidP="00FC40C2">
      <w:pPr>
        <w:autoSpaceDE w:val="0"/>
        <w:autoSpaceDN w:val="0"/>
        <w:adjustRightInd w:val="0"/>
        <w:rPr>
          <w:lang w:val="de-DE"/>
        </w:rPr>
      </w:pPr>
      <w:r w:rsidRPr="00963E39">
        <w:rPr>
          <w:lang w:val="de-DE"/>
        </w:rPr>
        <w:t>Oder beam Verliebtsein: Es trifft einen plötzlich und dann wird einem bewusst, dass man mehr für jemanden (2) __________, als man eigentlich dachte, oder wollte.</w:t>
      </w:r>
    </w:p>
    <w:p w:rsidR="003602B1" w:rsidRPr="00963E39" w:rsidRDefault="003602B1" w:rsidP="00FC40C2">
      <w:pPr>
        <w:autoSpaceDE w:val="0"/>
        <w:autoSpaceDN w:val="0"/>
        <w:adjustRightInd w:val="0"/>
        <w:rPr>
          <w:lang w:val="de-DE"/>
        </w:rPr>
      </w:pPr>
      <w:r w:rsidRPr="00963E39">
        <w:rPr>
          <w:lang w:val="de-DE"/>
        </w:rPr>
        <w:t>Ich glaube auch heute noch an Liebe auf den ersten Blick, doch mit der wahren Liebe ist das anders. Ich denke, dass es dabei viel auf (3)_______ankommt. Das braucht aber Zeit. Und in dieser Zeit, wenn man anfängt jemanden zu lieben, trifft man viele Entscheidungen. Man fragt sich, ob man zusammen (4)______, was den anderen interessiert und wie die (5)_____ Zukunft aussieht.</w:t>
      </w:r>
    </w:p>
    <w:p w:rsidR="003602B1" w:rsidRPr="00963E39" w:rsidRDefault="003602B1" w:rsidP="00FC40C2">
      <w:pPr>
        <w:autoSpaceDE w:val="0"/>
        <w:autoSpaceDN w:val="0"/>
        <w:adjustRightInd w:val="0"/>
      </w:pPr>
      <w:r w:rsidRPr="00963E39">
        <w:rPr>
          <w:lang w:val="de-DE"/>
        </w:rPr>
        <w:t xml:space="preserve">Wenn einem nicht gefällt, was man sieht, dann kann es sein, dass man sich gegen diese Person entscheidet. Dann ist die Beziehung meist zu Ende, (6)_____man sich richtig liebt. Es wäre dumm zu denken, dass es sich bei der Liebe nur (7)_____ Entscheidungen handelt, doch kann bestimmt bestimmen, wen man liebt oder wie sehr man jemanden liebt. </w:t>
      </w:r>
      <w:smartTag w:uri="urn:schemas-microsoft-com:office:smarttags" w:element="place">
        <w:r>
          <w:rPr>
            <w:lang w:val="en-US"/>
          </w:rPr>
          <w:t>Oder</w:t>
        </w:r>
      </w:smartTag>
      <w:r>
        <w:rPr>
          <w:lang w:val="en-US"/>
        </w:rPr>
        <w:t xml:space="preserve"> was denkt ihr?</w:t>
      </w:r>
    </w:p>
    <w:p w:rsidR="003602B1" w:rsidRPr="00963E39" w:rsidRDefault="003602B1" w:rsidP="00FC40C2">
      <w:pPr>
        <w:numPr>
          <w:ilvl w:val="0"/>
          <w:numId w:val="1"/>
        </w:numPr>
        <w:autoSpaceDE w:val="0"/>
        <w:autoSpaceDN w:val="0"/>
        <w:adjustRightInd w:val="0"/>
        <w:ind w:hanging="360"/>
        <w:rPr>
          <w:lang w:val="de-DE"/>
        </w:rPr>
      </w:pPr>
      <w:r w:rsidRPr="00963E39">
        <w:rPr>
          <w:lang w:val="de-DE"/>
        </w:rPr>
        <w:t>A. Anspruch</w:t>
      </w:r>
      <w:r w:rsidRPr="00963E39">
        <w:rPr>
          <w:lang w:val="de-DE"/>
        </w:rPr>
        <w:tab/>
        <w:t>B. Einfluss</w:t>
      </w:r>
      <w:r w:rsidRPr="00963E39">
        <w:rPr>
          <w:lang w:val="de-DE"/>
        </w:rPr>
        <w:tab/>
        <w:t>C. Eindruck</w:t>
      </w:r>
      <w:r w:rsidRPr="00963E39">
        <w:rPr>
          <w:lang w:val="de-DE"/>
        </w:rPr>
        <w:tab/>
        <w:t>D. Hinweis</w:t>
      </w:r>
    </w:p>
    <w:p w:rsidR="003602B1" w:rsidRPr="00963E39" w:rsidRDefault="003602B1" w:rsidP="00FC40C2">
      <w:pPr>
        <w:numPr>
          <w:ilvl w:val="0"/>
          <w:numId w:val="1"/>
        </w:numPr>
        <w:autoSpaceDE w:val="0"/>
        <w:autoSpaceDN w:val="0"/>
        <w:adjustRightInd w:val="0"/>
        <w:ind w:hanging="360"/>
        <w:rPr>
          <w:lang w:val="de-DE"/>
        </w:rPr>
      </w:pPr>
      <w:r w:rsidRPr="00963E39">
        <w:rPr>
          <w:lang w:val="de-DE"/>
        </w:rPr>
        <w:t>A. ausgibt</w:t>
      </w:r>
      <w:r w:rsidRPr="00963E39">
        <w:rPr>
          <w:lang w:val="de-DE"/>
        </w:rPr>
        <w:tab/>
        <w:t>B. begeistert</w:t>
      </w:r>
      <w:r w:rsidRPr="00963E39">
        <w:rPr>
          <w:lang w:val="de-DE"/>
        </w:rPr>
        <w:tab/>
        <w:t>C. empfindet</w:t>
      </w:r>
      <w:r w:rsidRPr="00963E39">
        <w:rPr>
          <w:lang w:val="de-DE"/>
        </w:rPr>
        <w:tab/>
        <w:t>D. versteht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A. Vertrauen</w:t>
      </w:r>
      <w:r w:rsidRPr="00963E39">
        <w:rPr>
          <w:lang w:val="de-DE"/>
        </w:rPr>
        <w:tab/>
        <w:t>B. Angebot</w:t>
      </w:r>
      <w:r w:rsidRPr="00963E39">
        <w:rPr>
          <w:lang w:val="de-DE"/>
        </w:rPr>
        <w:tab/>
        <w:t>C. Ereignis</w:t>
      </w:r>
      <w:r w:rsidRPr="00963E39">
        <w:rPr>
          <w:lang w:val="de-DE"/>
        </w:rPr>
        <w:tab/>
        <w:t>D. Unternehmen</w:t>
      </w:r>
    </w:p>
    <w:p w:rsidR="003602B1" w:rsidRPr="00963E39" w:rsidRDefault="003602B1" w:rsidP="00FC40C2">
      <w:pPr>
        <w:numPr>
          <w:ilvl w:val="0"/>
          <w:numId w:val="1"/>
        </w:numPr>
        <w:autoSpaceDE w:val="0"/>
        <w:autoSpaceDN w:val="0"/>
        <w:adjustRightInd w:val="0"/>
        <w:ind w:hanging="360"/>
        <w:rPr>
          <w:lang w:val="de-DE"/>
        </w:rPr>
      </w:pPr>
      <w:r w:rsidRPr="00963E39">
        <w:rPr>
          <w:lang w:val="de-DE"/>
        </w:rPr>
        <w:t>A. bringt</w:t>
      </w:r>
      <w:r w:rsidRPr="00963E39">
        <w:rPr>
          <w:lang w:val="de-DE"/>
        </w:rPr>
        <w:tab/>
        <w:t>B. fügt</w:t>
      </w:r>
      <w:r w:rsidRPr="00963E39">
        <w:rPr>
          <w:lang w:val="de-DE"/>
        </w:rPr>
        <w:tab/>
      </w:r>
      <w:r w:rsidRPr="00963E39">
        <w:rPr>
          <w:lang w:val="de-DE"/>
        </w:rPr>
        <w:tab/>
        <w:t>C. rückt</w:t>
      </w:r>
      <w:r w:rsidRPr="00963E39">
        <w:rPr>
          <w:lang w:val="de-DE"/>
        </w:rPr>
        <w:tab/>
        <w:t>D. passt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A. gemeinsame</w:t>
      </w:r>
      <w:r w:rsidRPr="00963E39">
        <w:rPr>
          <w:lang w:val="de-DE"/>
        </w:rPr>
        <w:tab/>
        <w:t>B. einseitige</w:t>
      </w:r>
      <w:r w:rsidRPr="00963E39">
        <w:rPr>
          <w:lang w:val="de-DE"/>
        </w:rPr>
        <w:tab/>
        <w:t>C. geschickte</w:t>
      </w:r>
      <w:r w:rsidRPr="00963E39">
        <w:rPr>
          <w:lang w:val="de-DE"/>
        </w:rPr>
        <w:tab/>
        <w:t>D. relative</w:t>
      </w:r>
    </w:p>
    <w:p w:rsidR="003602B1" w:rsidRPr="00963E39" w:rsidRDefault="003602B1" w:rsidP="00FC40C2">
      <w:pPr>
        <w:numPr>
          <w:ilvl w:val="0"/>
          <w:numId w:val="1"/>
        </w:numPr>
        <w:autoSpaceDE w:val="0"/>
        <w:autoSpaceDN w:val="0"/>
        <w:adjustRightInd w:val="0"/>
        <w:ind w:hanging="360"/>
        <w:rPr>
          <w:lang w:val="de-DE"/>
        </w:rPr>
      </w:pPr>
      <w:r w:rsidRPr="00963E39">
        <w:rPr>
          <w:lang w:val="de-DE"/>
        </w:rPr>
        <w:t>A. als</w:t>
      </w:r>
      <w:r w:rsidRPr="00963E39">
        <w:rPr>
          <w:lang w:val="de-DE"/>
        </w:rPr>
        <w:tab/>
      </w:r>
      <w:r w:rsidRPr="00963E39">
        <w:rPr>
          <w:lang w:val="de-DE"/>
        </w:rPr>
        <w:tab/>
        <w:t>B. seitdem</w:t>
      </w:r>
      <w:r w:rsidRPr="00963E39">
        <w:rPr>
          <w:lang w:val="de-DE"/>
        </w:rPr>
        <w:tab/>
        <w:t>C. bevor</w:t>
      </w:r>
      <w:r w:rsidRPr="00963E39">
        <w:rPr>
          <w:lang w:val="de-DE"/>
        </w:rPr>
        <w:tab/>
        <w:t>D. sooft</w:t>
      </w:r>
    </w:p>
    <w:p w:rsidR="003602B1" w:rsidRPr="00963E39" w:rsidRDefault="003602B1" w:rsidP="00FC40C2">
      <w:pPr>
        <w:numPr>
          <w:ilvl w:val="0"/>
          <w:numId w:val="1"/>
        </w:numPr>
        <w:autoSpaceDE w:val="0"/>
        <w:autoSpaceDN w:val="0"/>
        <w:adjustRightInd w:val="0"/>
        <w:ind w:hanging="360"/>
        <w:rPr>
          <w:lang w:val="de-DE"/>
        </w:rPr>
      </w:pPr>
      <w:r w:rsidRPr="00963E39">
        <w:rPr>
          <w:lang w:val="de-DE"/>
        </w:rPr>
        <w:t>A. auf</w:t>
      </w:r>
      <w:r w:rsidRPr="00963E39">
        <w:rPr>
          <w:lang w:val="de-DE"/>
        </w:rPr>
        <w:tab/>
      </w:r>
      <w:r w:rsidRPr="00963E39">
        <w:rPr>
          <w:lang w:val="de-DE"/>
        </w:rPr>
        <w:tab/>
        <w:t>B. von</w:t>
      </w:r>
      <w:r w:rsidRPr="00963E39">
        <w:rPr>
          <w:lang w:val="de-DE"/>
        </w:rPr>
        <w:tab/>
      </w:r>
      <w:r w:rsidRPr="00963E39">
        <w:rPr>
          <w:lang w:val="de-DE"/>
        </w:rPr>
        <w:tab/>
        <w:t>C. um</w:t>
      </w:r>
      <w:r w:rsidRPr="00963E39">
        <w:rPr>
          <w:lang w:val="de-DE"/>
        </w:rPr>
        <w:tab/>
      </w:r>
      <w:r w:rsidRPr="00963E39">
        <w:rPr>
          <w:lang w:val="de-DE"/>
        </w:rPr>
        <w:tab/>
        <w:t>D. über</w:t>
      </w:r>
    </w:p>
    <w:p w:rsidR="003602B1" w:rsidRDefault="003602B1" w:rsidP="00FC40C2">
      <w:pPr>
        <w:numPr>
          <w:ilvl w:val="0"/>
          <w:numId w:val="1"/>
        </w:numPr>
        <w:autoSpaceDE w:val="0"/>
        <w:autoSpaceDN w:val="0"/>
        <w:adjustRightInd w:val="0"/>
        <w:ind w:hanging="720"/>
        <w:rPr>
          <w:b/>
          <w:bCs/>
          <w:sz w:val="28"/>
          <w:szCs w:val="28"/>
          <w:lang w:val="en-US"/>
        </w:rPr>
      </w:pPr>
      <w:r>
        <w:rPr>
          <w:b/>
          <w:bCs/>
          <w:sz w:val="28"/>
          <w:szCs w:val="28"/>
          <w:lang w:val="en-US"/>
        </w:rPr>
        <w:t>Landeskunde</w:t>
      </w:r>
    </w:p>
    <w:p w:rsidR="003602B1" w:rsidRPr="00963E39" w:rsidRDefault="003602B1" w:rsidP="00FC40C2">
      <w:pPr>
        <w:autoSpaceDE w:val="0"/>
        <w:autoSpaceDN w:val="0"/>
        <w:adjustRightInd w:val="0"/>
        <w:rPr>
          <w:color w:val="000000"/>
          <w:lang w:val="de-DE"/>
        </w:rPr>
      </w:pPr>
      <w:r w:rsidRPr="00963E39">
        <w:rPr>
          <w:b/>
          <w:bCs/>
          <w:lang w:val="de-DE"/>
        </w:rPr>
        <w:t>Lesen Sie die Aufgaben 1 – 15. Kreuzen Sie die richtige Lösung (A, B, C oder D) an. Tragen Sie Ihre Antworten ins Antwortblatt ein.</w:t>
      </w:r>
    </w:p>
    <w:p w:rsidR="003602B1" w:rsidRPr="00963E39" w:rsidRDefault="003602B1" w:rsidP="00FC40C2">
      <w:pPr>
        <w:autoSpaceDE w:val="0"/>
        <w:autoSpaceDN w:val="0"/>
        <w:adjustRightInd w:val="0"/>
        <w:jc w:val="both"/>
        <w:rPr>
          <w:color w:val="000000"/>
          <w:highlight w:val="white"/>
          <w:lang w:val="de-DE"/>
        </w:rPr>
      </w:pP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1. Wie heißt die Hauptstadt von Thüringen?</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Weimar</w:t>
      </w:r>
      <w:r w:rsidRPr="00963E39">
        <w:rPr>
          <w:color w:val="000000"/>
          <w:highlight w:val="white"/>
          <w:lang w:val="de-DE"/>
        </w:rPr>
        <w:tab/>
        <w:t>B) Mainz</w:t>
      </w:r>
      <w:r w:rsidRPr="00963E39">
        <w:rPr>
          <w:color w:val="000000"/>
          <w:highlight w:val="white"/>
          <w:lang w:val="de-DE"/>
        </w:rPr>
        <w:tab/>
        <w:t>C) Erfurt</w:t>
      </w:r>
      <w:r w:rsidRPr="00963E39">
        <w:rPr>
          <w:color w:val="000000"/>
          <w:highlight w:val="white"/>
          <w:lang w:val="de-DE"/>
        </w:rPr>
        <w:tab/>
        <w:t>D) München</w:t>
      </w:r>
    </w:p>
    <w:p w:rsidR="003602B1" w:rsidRPr="00963E39" w:rsidRDefault="003602B1" w:rsidP="00FC40C2">
      <w:pPr>
        <w:autoSpaceDE w:val="0"/>
        <w:autoSpaceDN w:val="0"/>
        <w:adjustRightInd w:val="0"/>
        <w:rPr>
          <w:lang w:val="de-DE"/>
        </w:rPr>
      </w:pPr>
      <w:r w:rsidRPr="00963E39">
        <w:rPr>
          <w:color w:val="000000"/>
          <w:lang w:val="de-DE"/>
        </w:rPr>
        <w:t xml:space="preserve">2. </w:t>
      </w:r>
      <w:r w:rsidRPr="00963E39">
        <w:rPr>
          <w:lang w:val="de-DE"/>
        </w:rPr>
        <w:t>Von wem wurde das Berliner Ensemble gegründet?</w:t>
      </w:r>
    </w:p>
    <w:p w:rsidR="003602B1" w:rsidRPr="00C820F4" w:rsidRDefault="003602B1" w:rsidP="00FC40C2">
      <w:pPr>
        <w:autoSpaceDE w:val="0"/>
        <w:autoSpaceDN w:val="0"/>
        <w:adjustRightInd w:val="0"/>
        <w:rPr>
          <w:lang w:val="de-DE"/>
        </w:rPr>
      </w:pPr>
      <w:r w:rsidRPr="00963E39">
        <w:rPr>
          <w:color w:val="000000"/>
          <w:lang w:val="de-DE"/>
        </w:rPr>
        <w:t xml:space="preserve">A) </w:t>
      </w:r>
      <w:r w:rsidRPr="00963E39">
        <w:rPr>
          <w:lang w:val="de-DE"/>
        </w:rPr>
        <w:t>Friedrich Schiller</w:t>
      </w:r>
      <w:r w:rsidRPr="00963E39">
        <w:rPr>
          <w:color w:val="000000"/>
          <w:lang w:val="de-DE"/>
        </w:rPr>
        <w:tab/>
        <w:t xml:space="preserve">B) </w:t>
      </w:r>
      <w:r w:rsidRPr="00963E39">
        <w:rPr>
          <w:lang w:val="de-DE"/>
        </w:rPr>
        <w:t>Thomas Mann</w:t>
      </w:r>
      <w:r w:rsidRPr="00963E39">
        <w:rPr>
          <w:color w:val="000000"/>
          <w:lang w:val="de-DE"/>
        </w:rPr>
        <w:tab/>
        <w:t xml:space="preserve">C) </w:t>
      </w:r>
      <w:r w:rsidRPr="00963E39">
        <w:rPr>
          <w:lang w:val="de-DE"/>
        </w:rPr>
        <w:t>Heinrich Böll</w:t>
      </w:r>
      <w:r w:rsidRPr="00963E39">
        <w:rPr>
          <w:lang w:val="de-DE"/>
        </w:rPr>
        <w:tab/>
        <w:t>D) Bertold Brecht</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 xml:space="preserve">3. Wo befindet sich die Pinakothek, die die Werke der europäischen Malerei der 14.-18. </w:t>
      </w:r>
      <w:r w:rsidRPr="00C820F4">
        <w:rPr>
          <w:color w:val="000000"/>
          <w:highlight w:val="white"/>
          <w:lang w:val="de-DE"/>
        </w:rPr>
        <w:t>Jahrhunderte enthält?</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In Leipzig</w:t>
      </w:r>
      <w:r w:rsidRPr="00963E39">
        <w:rPr>
          <w:color w:val="000000"/>
          <w:highlight w:val="white"/>
          <w:lang w:val="de-DE"/>
        </w:rPr>
        <w:tab/>
        <w:t>B) In München</w:t>
      </w:r>
      <w:r w:rsidRPr="00963E39">
        <w:rPr>
          <w:color w:val="000000"/>
          <w:highlight w:val="white"/>
          <w:lang w:val="de-DE"/>
        </w:rPr>
        <w:tab/>
        <w:t>C) In Dresden</w:t>
      </w:r>
      <w:r w:rsidRPr="00963E39">
        <w:rPr>
          <w:color w:val="000000"/>
          <w:highlight w:val="white"/>
          <w:lang w:val="de-DE"/>
        </w:rPr>
        <w:tab/>
        <w:t>D) In Berlin</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4. Welche Stadt ist durch ihre optischen Werke weltbekannt?</w:t>
      </w:r>
    </w:p>
    <w:p w:rsidR="003602B1" w:rsidRPr="00D33C4E" w:rsidRDefault="003602B1" w:rsidP="00FC40C2">
      <w:pPr>
        <w:autoSpaceDE w:val="0"/>
        <w:autoSpaceDN w:val="0"/>
        <w:adjustRightInd w:val="0"/>
        <w:jc w:val="both"/>
        <w:rPr>
          <w:color w:val="000000"/>
          <w:highlight w:val="white"/>
          <w:lang w:val="de-DE"/>
        </w:rPr>
      </w:pPr>
      <w:r w:rsidRPr="00963E39">
        <w:rPr>
          <w:color w:val="000000"/>
          <w:highlight w:val="white"/>
          <w:lang w:val="de-DE"/>
        </w:rPr>
        <w:t>A) Jena</w:t>
      </w:r>
      <w:r w:rsidRPr="00963E39">
        <w:rPr>
          <w:color w:val="000000"/>
          <w:highlight w:val="white"/>
          <w:lang w:val="de-DE"/>
        </w:rPr>
        <w:tab/>
        <w:t>B) Berlin</w:t>
      </w:r>
      <w:r w:rsidRPr="00963E39">
        <w:rPr>
          <w:color w:val="000000"/>
          <w:highlight w:val="white"/>
          <w:lang w:val="de-DE"/>
        </w:rPr>
        <w:tab/>
        <w:t>C) Halle</w:t>
      </w:r>
      <w:r w:rsidRPr="00963E39">
        <w:rPr>
          <w:color w:val="000000"/>
          <w:highlight w:val="white"/>
          <w:lang w:val="de-DE"/>
        </w:rPr>
        <w:tab/>
        <w:t>D) Rostock</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5. Wie heißt der größte Berg Deutschlands?</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der Brocken</w:t>
      </w:r>
      <w:r w:rsidRPr="00963E39">
        <w:rPr>
          <w:color w:val="000000"/>
          <w:highlight w:val="white"/>
          <w:lang w:val="de-DE"/>
        </w:rPr>
        <w:tab/>
        <w:t>B) der Feldberg</w:t>
      </w:r>
      <w:r w:rsidRPr="00963E39">
        <w:rPr>
          <w:color w:val="000000"/>
          <w:highlight w:val="white"/>
          <w:lang w:val="de-DE"/>
        </w:rPr>
        <w:tab/>
        <w:t>C) die Zugspitze</w:t>
      </w:r>
      <w:r w:rsidRPr="00963E39">
        <w:rPr>
          <w:color w:val="000000"/>
          <w:highlight w:val="white"/>
          <w:lang w:val="de-DE"/>
        </w:rPr>
        <w:tab/>
        <w:t>D) der Watzmann</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6. Wo befindet sich die internationale Gartenbau-Ausstellung, deren Symbol eine Blume ist?</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In Erfurt</w:t>
      </w:r>
      <w:r w:rsidRPr="00963E39">
        <w:rPr>
          <w:color w:val="000000"/>
          <w:highlight w:val="white"/>
          <w:lang w:val="de-DE"/>
        </w:rPr>
        <w:tab/>
      </w:r>
      <w:r w:rsidRPr="00963E39">
        <w:rPr>
          <w:color w:val="000000"/>
          <w:highlight w:val="white"/>
          <w:lang w:val="de-DE"/>
        </w:rPr>
        <w:tab/>
        <w:t>B) In Dresden</w:t>
      </w:r>
      <w:r w:rsidRPr="00963E39">
        <w:rPr>
          <w:color w:val="000000"/>
          <w:highlight w:val="white"/>
          <w:lang w:val="de-DE"/>
        </w:rPr>
        <w:tab/>
        <w:t>C) In Köln</w:t>
      </w:r>
      <w:r w:rsidRPr="00963E39">
        <w:rPr>
          <w:color w:val="000000"/>
          <w:highlight w:val="white"/>
          <w:lang w:val="de-DE"/>
        </w:rPr>
        <w:tab/>
      </w:r>
      <w:r w:rsidRPr="00963E39">
        <w:rPr>
          <w:color w:val="000000"/>
          <w:highlight w:val="white"/>
          <w:lang w:val="de-DE"/>
        </w:rPr>
        <w:tab/>
        <w:t>D) In Weimar</w:t>
      </w:r>
    </w:p>
    <w:p w:rsidR="003602B1" w:rsidRPr="00963E39" w:rsidRDefault="003602B1" w:rsidP="00FC40C2">
      <w:pPr>
        <w:autoSpaceDE w:val="0"/>
        <w:autoSpaceDN w:val="0"/>
        <w:adjustRightInd w:val="0"/>
        <w:jc w:val="both"/>
        <w:rPr>
          <w:color w:val="000000"/>
          <w:highlight w:val="white"/>
          <w:lang w:val="de-DE"/>
        </w:rPr>
      </w:pPr>
      <w:smartTag w:uri="urn:schemas-microsoft-com:office:smarttags" w:element="metricconverter">
        <w:smartTagPr>
          <w:attr w:name="ProductID" w:val="15. In"/>
        </w:smartTagPr>
        <w:r w:rsidRPr="00963E39">
          <w:rPr>
            <w:color w:val="000000"/>
            <w:highlight w:val="white"/>
            <w:lang w:val="de-DE"/>
          </w:rPr>
          <w:t>7. In</w:t>
        </w:r>
      </w:smartTag>
      <w:r w:rsidRPr="00963E39">
        <w:rPr>
          <w:color w:val="000000"/>
          <w:highlight w:val="white"/>
          <w:lang w:val="de-DE"/>
        </w:rPr>
        <w:t xml:space="preserve"> welcher Stadt steht das Goethe-Schiller-Denkmal?</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In Leipzig</w:t>
      </w:r>
      <w:r w:rsidRPr="00963E39">
        <w:rPr>
          <w:color w:val="000000"/>
          <w:highlight w:val="white"/>
          <w:lang w:val="de-DE"/>
        </w:rPr>
        <w:tab/>
        <w:t>B) In Weimar</w:t>
      </w:r>
      <w:r w:rsidRPr="00963E39">
        <w:rPr>
          <w:color w:val="000000"/>
          <w:highlight w:val="white"/>
          <w:lang w:val="de-DE"/>
        </w:rPr>
        <w:tab/>
        <w:t>C) In Mainz</w:t>
      </w:r>
      <w:r w:rsidRPr="00963E39">
        <w:rPr>
          <w:color w:val="000000"/>
          <w:highlight w:val="white"/>
          <w:lang w:val="de-DE"/>
        </w:rPr>
        <w:tab/>
      </w:r>
      <w:r w:rsidRPr="00963E39">
        <w:rPr>
          <w:color w:val="000000"/>
          <w:highlight w:val="white"/>
          <w:lang w:val="de-DE"/>
        </w:rPr>
        <w:tab/>
        <w:t>D) In Lübeck</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8. Wie nennt man die Gebirge im Süden Deutschlands?</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Erzgebirge</w:t>
      </w:r>
      <w:r w:rsidRPr="00963E39">
        <w:rPr>
          <w:color w:val="000000"/>
          <w:highlight w:val="white"/>
          <w:lang w:val="de-DE"/>
        </w:rPr>
        <w:tab/>
        <w:t>B)</w:t>
      </w:r>
      <w:r w:rsidRPr="00963E39">
        <w:rPr>
          <w:color w:val="000000"/>
          <w:highlight w:val="white"/>
          <w:lang w:val="de-DE"/>
        </w:rPr>
        <w:tab/>
        <w:t>Schwarzwald</w:t>
      </w:r>
      <w:r w:rsidRPr="00963E39">
        <w:rPr>
          <w:color w:val="000000"/>
          <w:highlight w:val="white"/>
          <w:lang w:val="de-DE"/>
        </w:rPr>
        <w:tab/>
        <w:t>C) Harz</w:t>
      </w:r>
      <w:r w:rsidRPr="00963E39">
        <w:rPr>
          <w:color w:val="000000"/>
          <w:highlight w:val="white"/>
          <w:lang w:val="de-DE"/>
        </w:rPr>
        <w:tab/>
        <w:t xml:space="preserve">D) Alpen </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9. Welcher deutsche Komponist ist als Meister der Orgelwerke bekannt?</w:t>
      </w:r>
    </w:p>
    <w:p w:rsidR="003602B1" w:rsidRPr="00D33C4E" w:rsidRDefault="003602B1" w:rsidP="00FC40C2">
      <w:pPr>
        <w:autoSpaceDE w:val="0"/>
        <w:autoSpaceDN w:val="0"/>
        <w:adjustRightInd w:val="0"/>
        <w:jc w:val="both"/>
        <w:rPr>
          <w:color w:val="000000"/>
          <w:highlight w:val="white"/>
          <w:lang w:val="de-DE"/>
        </w:rPr>
      </w:pPr>
      <w:r w:rsidRPr="00963E39">
        <w:rPr>
          <w:color w:val="000000"/>
          <w:highlight w:val="white"/>
          <w:lang w:val="de-DE"/>
        </w:rPr>
        <w:t>A) Bach</w:t>
      </w:r>
      <w:r w:rsidRPr="00963E39">
        <w:rPr>
          <w:color w:val="000000"/>
          <w:highlight w:val="white"/>
          <w:lang w:val="de-DE"/>
        </w:rPr>
        <w:tab/>
        <w:t>B) Mozart</w:t>
      </w:r>
      <w:r w:rsidRPr="00963E39">
        <w:rPr>
          <w:color w:val="000000"/>
          <w:highlight w:val="white"/>
          <w:lang w:val="de-DE"/>
        </w:rPr>
        <w:tab/>
        <w:t>C) Beethoven</w:t>
      </w:r>
      <w:r w:rsidRPr="00963E39">
        <w:rPr>
          <w:color w:val="000000"/>
          <w:highlight w:val="white"/>
          <w:lang w:val="de-DE"/>
        </w:rPr>
        <w:tab/>
        <w:t>D) Schubert</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10. Wer hat die X-Strahlen entdeckt?</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G. S. Ohm</w:t>
      </w:r>
      <w:r w:rsidRPr="00963E39">
        <w:rPr>
          <w:color w:val="000000"/>
          <w:highlight w:val="white"/>
          <w:lang w:val="de-DE"/>
        </w:rPr>
        <w:tab/>
        <w:t>B) C. Röntgen</w:t>
      </w:r>
      <w:r w:rsidRPr="00963E39">
        <w:rPr>
          <w:color w:val="000000"/>
          <w:highlight w:val="white"/>
          <w:lang w:val="de-DE"/>
        </w:rPr>
        <w:tab/>
        <w:t>C) A. Einstein</w:t>
      </w:r>
      <w:r w:rsidRPr="00963E39">
        <w:rPr>
          <w:color w:val="000000"/>
          <w:highlight w:val="white"/>
          <w:lang w:val="de-DE"/>
        </w:rPr>
        <w:tab/>
        <w:t>D) K. Zeus</w:t>
      </w:r>
    </w:p>
    <w:p w:rsidR="003602B1" w:rsidRPr="00963E39" w:rsidRDefault="003602B1" w:rsidP="00FC40C2">
      <w:pPr>
        <w:autoSpaceDE w:val="0"/>
        <w:autoSpaceDN w:val="0"/>
        <w:adjustRightInd w:val="0"/>
        <w:rPr>
          <w:lang w:val="de-DE"/>
        </w:rPr>
      </w:pPr>
      <w:r w:rsidRPr="00963E39">
        <w:rPr>
          <w:color w:val="000000"/>
          <w:lang w:val="de-DE"/>
        </w:rPr>
        <w:t xml:space="preserve">11. </w:t>
      </w:r>
      <w:r w:rsidRPr="00963E39">
        <w:rPr>
          <w:lang w:val="de-DE"/>
        </w:rPr>
        <w:t>Welche Stadt ist für die Zwiebelmesse bekannt?</w:t>
      </w:r>
    </w:p>
    <w:p w:rsidR="003602B1" w:rsidRPr="00C820F4" w:rsidRDefault="003602B1" w:rsidP="00FC40C2">
      <w:pPr>
        <w:autoSpaceDE w:val="0"/>
        <w:autoSpaceDN w:val="0"/>
        <w:adjustRightInd w:val="0"/>
        <w:rPr>
          <w:color w:val="000000"/>
          <w:lang w:val="de-DE"/>
        </w:rPr>
      </w:pPr>
      <w:r w:rsidRPr="00963E39">
        <w:rPr>
          <w:color w:val="000000"/>
          <w:lang w:val="de-DE"/>
        </w:rPr>
        <w:t xml:space="preserve">A) </w:t>
      </w:r>
      <w:r w:rsidRPr="00963E39">
        <w:rPr>
          <w:lang w:val="de-DE"/>
        </w:rPr>
        <w:t>München</w:t>
      </w:r>
      <w:r w:rsidRPr="00963E39">
        <w:rPr>
          <w:color w:val="000000"/>
          <w:lang w:val="de-DE"/>
        </w:rPr>
        <w:tab/>
        <w:t xml:space="preserve">B) </w:t>
      </w:r>
      <w:r w:rsidRPr="00963E39">
        <w:rPr>
          <w:lang w:val="de-DE"/>
        </w:rPr>
        <w:t>Köln</w:t>
      </w:r>
      <w:r w:rsidRPr="00963E39">
        <w:rPr>
          <w:color w:val="000000"/>
          <w:lang w:val="de-DE"/>
        </w:rPr>
        <w:tab/>
        <w:t xml:space="preserve">C) </w:t>
      </w:r>
      <w:r w:rsidRPr="00963E39">
        <w:rPr>
          <w:lang w:val="de-DE"/>
        </w:rPr>
        <w:t xml:space="preserve">Weimar </w:t>
      </w:r>
      <w:r w:rsidRPr="00963E39">
        <w:rPr>
          <w:color w:val="000000"/>
          <w:lang w:val="de-DE"/>
        </w:rPr>
        <w:tab/>
        <w:t xml:space="preserve">D) </w:t>
      </w:r>
      <w:r w:rsidRPr="00963E39">
        <w:rPr>
          <w:lang w:val="de-DE"/>
        </w:rPr>
        <w:t>Cottbus</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12. Wer hat in Wartburg im Jahre 1521 die Bibel ins Deutsche übersetzt?</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A) Thomas Münzer</w:t>
      </w:r>
      <w:r w:rsidRPr="00963E39">
        <w:rPr>
          <w:color w:val="000000"/>
          <w:highlight w:val="white"/>
          <w:lang w:val="de-DE"/>
        </w:rPr>
        <w:tab/>
        <w:t>B) Alexander von Humboldt</w:t>
      </w:r>
      <w:r w:rsidRPr="00963E39">
        <w:rPr>
          <w:color w:val="000000"/>
          <w:highlight w:val="white"/>
          <w:lang w:val="de-DE"/>
        </w:rPr>
        <w:tab/>
        <w:t xml:space="preserve"> C)</w:t>
      </w:r>
      <w:r w:rsidRPr="00963E39">
        <w:rPr>
          <w:color w:val="000000"/>
          <w:highlight w:val="white"/>
          <w:lang w:val="de-DE"/>
        </w:rPr>
        <w:tab/>
        <w:t>Friedrich Schiller D) Martin Luther</w:t>
      </w:r>
    </w:p>
    <w:p w:rsidR="003602B1" w:rsidRPr="00963E39" w:rsidRDefault="003602B1" w:rsidP="00FC40C2">
      <w:pPr>
        <w:autoSpaceDE w:val="0"/>
        <w:autoSpaceDN w:val="0"/>
        <w:adjustRightInd w:val="0"/>
        <w:jc w:val="both"/>
        <w:rPr>
          <w:highlight w:val="white"/>
          <w:lang w:val="de-DE"/>
        </w:rPr>
      </w:pPr>
      <w:r w:rsidRPr="00963E39">
        <w:rPr>
          <w:color w:val="000000"/>
          <w:highlight w:val="white"/>
          <w:lang w:val="de-DE"/>
        </w:rPr>
        <w:t xml:space="preserve">13. </w:t>
      </w:r>
      <w:r w:rsidRPr="00963E39">
        <w:rPr>
          <w:highlight w:val="white"/>
          <w:lang w:val="de-DE"/>
        </w:rPr>
        <w:t>Wer hat im Jahre 1929 den Nobelpreis in Literatur bekommen?</w:t>
      </w:r>
    </w:p>
    <w:p w:rsidR="003602B1" w:rsidRPr="00C820F4" w:rsidRDefault="003602B1" w:rsidP="00FC40C2">
      <w:pPr>
        <w:autoSpaceDE w:val="0"/>
        <w:autoSpaceDN w:val="0"/>
        <w:adjustRightInd w:val="0"/>
        <w:jc w:val="both"/>
        <w:rPr>
          <w:color w:val="000000"/>
          <w:highlight w:val="white"/>
          <w:lang w:val="de-DE"/>
        </w:rPr>
      </w:pPr>
      <w:r w:rsidRPr="00963E39">
        <w:rPr>
          <w:color w:val="000000"/>
          <w:highlight w:val="white"/>
          <w:lang w:val="de-DE"/>
        </w:rPr>
        <w:t xml:space="preserve">A) </w:t>
      </w:r>
      <w:r w:rsidRPr="00963E39">
        <w:rPr>
          <w:highlight w:val="white"/>
          <w:lang w:val="de-DE"/>
        </w:rPr>
        <w:t>Thomas Mann</w:t>
      </w:r>
      <w:r w:rsidRPr="00963E39">
        <w:rPr>
          <w:color w:val="000000"/>
          <w:highlight w:val="white"/>
          <w:lang w:val="de-DE"/>
        </w:rPr>
        <w:tab/>
      </w:r>
      <w:r w:rsidRPr="00963E39">
        <w:rPr>
          <w:color w:val="000000"/>
          <w:highlight w:val="white"/>
          <w:lang w:val="de-DE"/>
        </w:rPr>
        <w:tab/>
        <w:t xml:space="preserve">B) </w:t>
      </w:r>
      <w:r w:rsidRPr="00963E39">
        <w:rPr>
          <w:highlight w:val="white"/>
          <w:lang w:val="de-DE"/>
        </w:rPr>
        <w:t>Bertold Brecht</w:t>
      </w:r>
      <w:r w:rsidRPr="00963E39">
        <w:rPr>
          <w:highlight w:val="white"/>
          <w:lang w:val="de-DE"/>
        </w:rPr>
        <w:tab/>
      </w:r>
      <w:r w:rsidRPr="00963E39">
        <w:rPr>
          <w:color w:val="000000"/>
          <w:highlight w:val="white"/>
          <w:lang w:val="de-DE"/>
        </w:rPr>
        <w:tab/>
        <w:t xml:space="preserve">C) </w:t>
      </w:r>
      <w:r w:rsidRPr="00963E39">
        <w:rPr>
          <w:highlight w:val="white"/>
          <w:lang w:val="de-DE"/>
        </w:rPr>
        <w:t>Heinrich Mann</w:t>
      </w:r>
      <w:r w:rsidRPr="00963E39">
        <w:rPr>
          <w:highlight w:val="white"/>
          <w:lang w:val="de-DE"/>
        </w:rPr>
        <w:tab/>
      </w:r>
      <w:r w:rsidRPr="00963E39">
        <w:rPr>
          <w:color w:val="000000"/>
          <w:highlight w:val="white"/>
          <w:lang w:val="de-DE"/>
        </w:rPr>
        <w:t xml:space="preserve">D) </w:t>
      </w:r>
      <w:r w:rsidRPr="00963E39">
        <w:rPr>
          <w:highlight w:val="white"/>
          <w:lang w:val="de-DE"/>
        </w:rPr>
        <w:t>Franz Kafka</w:t>
      </w:r>
    </w:p>
    <w:p w:rsidR="003602B1" w:rsidRPr="00963E39" w:rsidRDefault="003602B1" w:rsidP="00FC40C2">
      <w:pPr>
        <w:autoSpaceDE w:val="0"/>
        <w:autoSpaceDN w:val="0"/>
        <w:adjustRightInd w:val="0"/>
        <w:jc w:val="both"/>
        <w:rPr>
          <w:color w:val="000000"/>
          <w:highlight w:val="white"/>
          <w:lang w:val="de-DE"/>
        </w:rPr>
      </w:pPr>
      <w:r w:rsidRPr="00963E39">
        <w:rPr>
          <w:color w:val="000000"/>
          <w:highlight w:val="white"/>
          <w:lang w:val="de-DE"/>
        </w:rPr>
        <w:t xml:space="preserve">14. </w:t>
      </w:r>
      <w:r w:rsidRPr="00963E39">
        <w:rPr>
          <w:highlight w:val="white"/>
          <w:lang w:val="de-DE"/>
        </w:rPr>
        <w:t>Wie heißt die Lieblingsstraße der Düsseldorfer?</w:t>
      </w:r>
    </w:p>
    <w:p w:rsidR="003602B1" w:rsidRPr="00C820F4" w:rsidRDefault="003602B1" w:rsidP="00FC40C2">
      <w:pPr>
        <w:autoSpaceDE w:val="0"/>
        <w:autoSpaceDN w:val="0"/>
        <w:adjustRightInd w:val="0"/>
        <w:jc w:val="both"/>
        <w:rPr>
          <w:highlight w:val="white"/>
          <w:lang w:val="de-DE"/>
        </w:rPr>
      </w:pPr>
      <w:r w:rsidRPr="00963E39">
        <w:rPr>
          <w:color w:val="000000"/>
          <w:highlight w:val="white"/>
          <w:lang w:val="de-DE"/>
        </w:rPr>
        <w:t>A)</w:t>
      </w:r>
      <w:r w:rsidRPr="00963E39">
        <w:rPr>
          <w:color w:val="000000"/>
          <w:highlight w:val="white"/>
          <w:lang w:val="de-DE"/>
        </w:rPr>
        <w:tab/>
      </w:r>
      <w:r w:rsidRPr="00963E39">
        <w:rPr>
          <w:highlight w:val="white"/>
          <w:lang w:val="de-DE"/>
        </w:rPr>
        <w:t>Kurfürstendamm</w:t>
      </w:r>
      <w:r w:rsidRPr="00963E39">
        <w:rPr>
          <w:color w:val="000000"/>
          <w:highlight w:val="white"/>
          <w:lang w:val="de-DE"/>
        </w:rPr>
        <w:tab/>
        <w:t>B)</w:t>
      </w:r>
      <w:r w:rsidRPr="00963E39">
        <w:rPr>
          <w:color w:val="000000"/>
          <w:highlight w:val="white"/>
          <w:lang w:val="de-DE"/>
        </w:rPr>
        <w:tab/>
      </w:r>
      <w:r w:rsidRPr="00963E39">
        <w:rPr>
          <w:highlight w:val="white"/>
          <w:lang w:val="de-DE"/>
        </w:rPr>
        <w:t>Kaufingerstraße</w:t>
      </w:r>
      <w:r w:rsidRPr="00963E39">
        <w:rPr>
          <w:color w:val="000000"/>
          <w:highlight w:val="white"/>
          <w:lang w:val="de-DE"/>
        </w:rPr>
        <w:tab/>
        <w:t xml:space="preserve">C) </w:t>
      </w:r>
      <w:r w:rsidRPr="00963E39">
        <w:rPr>
          <w:highlight w:val="white"/>
          <w:lang w:val="de-DE"/>
        </w:rPr>
        <w:t xml:space="preserve">Königsallee </w:t>
      </w:r>
      <w:r w:rsidRPr="00963E39">
        <w:rPr>
          <w:highlight w:val="white"/>
          <w:lang w:val="de-DE"/>
        </w:rPr>
        <w:tab/>
        <w:t>D) Unter den Linden</w:t>
      </w:r>
    </w:p>
    <w:p w:rsidR="003602B1" w:rsidRPr="00963E39" w:rsidRDefault="003602B1" w:rsidP="00FC40C2">
      <w:pPr>
        <w:autoSpaceDE w:val="0"/>
        <w:autoSpaceDN w:val="0"/>
        <w:adjustRightInd w:val="0"/>
        <w:rPr>
          <w:lang w:val="de-DE"/>
        </w:rPr>
      </w:pPr>
      <w:r w:rsidRPr="00963E39">
        <w:rPr>
          <w:lang w:val="de-DE"/>
        </w:rPr>
        <w:t>15. In welchem Gebiet wurde die berühmte deutsche Kuckucksuhr erfunden?</w:t>
      </w:r>
    </w:p>
    <w:p w:rsidR="003602B1" w:rsidRPr="00963E39" w:rsidRDefault="003602B1" w:rsidP="00FC40C2">
      <w:pPr>
        <w:autoSpaceDE w:val="0"/>
        <w:autoSpaceDN w:val="0"/>
        <w:adjustRightInd w:val="0"/>
        <w:jc w:val="both"/>
        <w:rPr>
          <w:highlight w:val="white"/>
          <w:lang w:val="de-DE"/>
        </w:rPr>
      </w:pPr>
      <w:r w:rsidRPr="00963E39">
        <w:rPr>
          <w:color w:val="000000"/>
          <w:highlight w:val="white"/>
          <w:lang w:val="de-DE"/>
        </w:rPr>
        <w:t>A)</w:t>
      </w:r>
      <w:r w:rsidRPr="00963E39">
        <w:rPr>
          <w:color w:val="000000"/>
          <w:highlight w:val="white"/>
          <w:lang w:val="de-DE"/>
        </w:rPr>
        <w:tab/>
      </w:r>
      <w:r w:rsidRPr="00963E39">
        <w:rPr>
          <w:highlight w:val="white"/>
          <w:lang w:val="de-DE"/>
        </w:rPr>
        <w:t>im Schwarzwald</w:t>
      </w:r>
      <w:r w:rsidRPr="00963E39">
        <w:rPr>
          <w:color w:val="000000"/>
          <w:highlight w:val="white"/>
          <w:lang w:val="de-DE"/>
        </w:rPr>
        <w:tab/>
        <w:t>B)</w:t>
      </w:r>
      <w:r w:rsidRPr="00963E39">
        <w:rPr>
          <w:color w:val="000000"/>
          <w:highlight w:val="white"/>
          <w:lang w:val="de-DE"/>
        </w:rPr>
        <w:tab/>
      </w:r>
      <w:r w:rsidRPr="00963E39">
        <w:rPr>
          <w:highlight w:val="white"/>
          <w:lang w:val="de-DE"/>
        </w:rPr>
        <w:t>im Harz</w:t>
      </w:r>
      <w:r w:rsidRPr="00963E39">
        <w:rPr>
          <w:color w:val="000000"/>
          <w:highlight w:val="white"/>
          <w:lang w:val="de-DE"/>
        </w:rPr>
        <w:tab/>
        <w:t xml:space="preserve">C) </w:t>
      </w:r>
      <w:r w:rsidRPr="00963E39">
        <w:rPr>
          <w:highlight w:val="white"/>
          <w:lang w:val="de-DE"/>
        </w:rPr>
        <w:t xml:space="preserve">im Bayerischen Wald </w:t>
      </w:r>
      <w:r w:rsidRPr="00963E39">
        <w:rPr>
          <w:highlight w:val="white"/>
          <w:lang w:val="de-DE"/>
        </w:rPr>
        <w:tab/>
        <w:t>D) im Thüringer Wald</w:t>
      </w:r>
    </w:p>
    <w:p w:rsidR="003602B1" w:rsidRPr="00963E39" w:rsidRDefault="003602B1" w:rsidP="00FC40C2">
      <w:pPr>
        <w:autoSpaceDE w:val="0"/>
        <w:autoSpaceDN w:val="0"/>
        <w:adjustRightInd w:val="0"/>
        <w:jc w:val="both"/>
        <w:rPr>
          <w:highlight w:val="white"/>
          <w:lang w:val="de-DE"/>
        </w:rPr>
      </w:pPr>
    </w:p>
    <w:p w:rsidR="003602B1" w:rsidRDefault="003602B1" w:rsidP="00FC40C2">
      <w:pPr>
        <w:numPr>
          <w:ilvl w:val="0"/>
          <w:numId w:val="1"/>
        </w:numPr>
        <w:autoSpaceDE w:val="0"/>
        <w:autoSpaceDN w:val="0"/>
        <w:adjustRightInd w:val="0"/>
        <w:ind w:hanging="720"/>
        <w:rPr>
          <w:b/>
          <w:bCs/>
          <w:sz w:val="28"/>
          <w:szCs w:val="28"/>
          <w:lang w:val="en-US"/>
        </w:rPr>
      </w:pPr>
      <w:r>
        <w:rPr>
          <w:b/>
          <w:bCs/>
          <w:sz w:val="28"/>
          <w:szCs w:val="28"/>
          <w:lang w:val="en-US"/>
        </w:rPr>
        <w:t>Schreiben</w:t>
      </w:r>
    </w:p>
    <w:p w:rsidR="003602B1" w:rsidRPr="00963E39" w:rsidRDefault="003602B1" w:rsidP="00FC40C2">
      <w:pPr>
        <w:autoSpaceDE w:val="0"/>
        <w:autoSpaceDN w:val="0"/>
        <w:adjustRightInd w:val="0"/>
        <w:jc w:val="both"/>
        <w:rPr>
          <w:b/>
          <w:bCs/>
          <w:lang w:val="de-DE"/>
        </w:rPr>
      </w:pPr>
      <w:r w:rsidRPr="00963E39">
        <w:rPr>
          <w:b/>
          <w:bCs/>
          <w:lang w:val="de-DE"/>
        </w:rPr>
        <w:t>Lesen Sie den Anfang und das Ende der Geschichte. Wie könnte der Handlungsablauf der Geschichte aussehen? Erfinden Sie den Mittelteil (ca. 80-100 Wörter). Verlassen Sie sich dabei auf Ihre eigenen Kenntnisse und Erfahrungen, versuchen Sie sich in die Personen hineinzuversetzen. Schreiben Sie zur ganzen Geschichte noch den passenden Titel dazu. Sie haben 60 Minuten Zeit.</w:t>
      </w:r>
    </w:p>
    <w:p w:rsidR="003602B1" w:rsidRPr="00963E39" w:rsidRDefault="003602B1" w:rsidP="00FC40C2">
      <w:pPr>
        <w:autoSpaceDE w:val="0"/>
        <w:autoSpaceDN w:val="0"/>
        <w:adjustRightInd w:val="0"/>
        <w:jc w:val="both"/>
        <w:rPr>
          <w:b/>
          <w:bCs/>
          <w:lang w:val="de-DE"/>
        </w:rPr>
      </w:pPr>
    </w:p>
    <w:p w:rsidR="003602B1" w:rsidRPr="00D33C4E" w:rsidRDefault="003602B1" w:rsidP="00FC40C2">
      <w:pPr>
        <w:autoSpaceDE w:val="0"/>
        <w:autoSpaceDN w:val="0"/>
        <w:adjustRightInd w:val="0"/>
        <w:jc w:val="both"/>
        <w:rPr>
          <w:lang w:val="de-DE"/>
        </w:rPr>
      </w:pPr>
      <w:r w:rsidRPr="00963E39">
        <w:rPr>
          <w:lang w:val="de-DE"/>
        </w:rPr>
        <w:tab/>
        <w:t xml:space="preserve">Erich Müller, ein junger Mann, lebt in einer kleinen Stadt in Deutschland. Aber er will München kennen lernen und an der Münchener Universität studieren. Leider kann es nicht, denn er hat kein Geld. Er muss zu Hause bleiben und arbeiten. </w:t>
      </w:r>
      <w:r w:rsidRPr="00D33C4E">
        <w:rPr>
          <w:lang w:val="de-DE"/>
        </w:rPr>
        <w:t>Eines Tages kam er zu einer guten Idee: ……</w:t>
      </w:r>
    </w:p>
    <w:p w:rsidR="003602B1" w:rsidRPr="00D33C4E" w:rsidRDefault="003602B1" w:rsidP="00FC40C2">
      <w:pPr>
        <w:autoSpaceDE w:val="0"/>
        <w:autoSpaceDN w:val="0"/>
        <w:adjustRightInd w:val="0"/>
        <w:jc w:val="both"/>
        <w:rPr>
          <w:lang w:val="de-DE"/>
        </w:rPr>
      </w:pPr>
    </w:p>
    <w:p w:rsidR="003602B1" w:rsidRPr="00D33C4E" w:rsidRDefault="003602B1" w:rsidP="00FC40C2">
      <w:pPr>
        <w:autoSpaceDE w:val="0"/>
        <w:autoSpaceDN w:val="0"/>
        <w:adjustRightInd w:val="0"/>
        <w:jc w:val="both"/>
        <w:rPr>
          <w:b/>
          <w:bCs/>
          <w:i/>
          <w:iCs/>
          <w:lang w:val="de-DE"/>
        </w:rPr>
      </w:pPr>
      <w:r w:rsidRPr="00D33C4E">
        <w:rPr>
          <w:b/>
          <w:bCs/>
          <w:lang w:val="de-DE"/>
        </w:rPr>
        <w:t>….</w:t>
      </w:r>
      <w:r w:rsidRPr="00D33C4E">
        <w:rPr>
          <w:b/>
          <w:bCs/>
          <w:i/>
          <w:iCs/>
          <w:lang w:val="de-DE"/>
        </w:rPr>
        <w:t>Mittelteil….</w:t>
      </w:r>
    </w:p>
    <w:p w:rsidR="003602B1" w:rsidRPr="00D33C4E" w:rsidRDefault="003602B1" w:rsidP="00FC40C2">
      <w:pPr>
        <w:autoSpaceDE w:val="0"/>
        <w:autoSpaceDN w:val="0"/>
        <w:adjustRightInd w:val="0"/>
        <w:jc w:val="both"/>
        <w:rPr>
          <w:b/>
          <w:bCs/>
          <w:i/>
          <w:iCs/>
          <w:lang w:val="de-DE"/>
        </w:rPr>
      </w:pPr>
    </w:p>
    <w:p w:rsidR="003602B1" w:rsidRPr="00D33C4E" w:rsidRDefault="003602B1" w:rsidP="00FC40C2">
      <w:pPr>
        <w:autoSpaceDE w:val="0"/>
        <w:autoSpaceDN w:val="0"/>
        <w:adjustRightInd w:val="0"/>
        <w:jc w:val="both"/>
        <w:rPr>
          <w:lang w:val="de-DE"/>
        </w:rPr>
      </w:pPr>
    </w:p>
    <w:p w:rsidR="003602B1" w:rsidRDefault="003602B1" w:rsidP="00FC40C2">
      <w:pPr>
        <w:autoSpaceDE w:val="0"/>
        <w:autoSpaceDN w:val="0"/>
        <w:adjustRightInd w:val="0"/>
        <w:jc w:val="both"/>
        <w:rPr>
          <w:lang w:val="en-US"/>
        </w:rPr>
      </w:pPr>
      <w:r w:rsidRPr="00963E39">
        <w:rPr>
          <w:lang w:val="de-DE"/>
        </w:rPr>
        <w:t xml:space="preserve">Dann fragt er den Polizisten: “Können Sie uns sagen, was für ein Gebäude ist das?” </w:t>
      </w:r>
      <w:r>
        <w:rPr>
          <w:lang w:val="en-US"/>
        </w:rPr>
        <w:t>„Natürlich“, sagt der Polizist, „das ist die Universität“.</w:t>
      </w:r>
    </w:p>
    <w:p w:rsidR="003602B1" w:rsidRDefault="003602B1" w:rsidP="00FC40C2">
      <w:pPr>
        <w:autoSpaceDE w:val="0"/>
        <w:autoSpaceDN w:val="0"/>
        <w:adjustRightInd w:val="0"/>
        <w:rPr>
          <w:b/>
          <w:bCs/>
          <w:lang w:val="en-US"/>
        </w:rPr>
      </w:pPr>
    </w:p>
    <w:p w:rsidR="003602B1" w:rsidRDefault="003602B1" w:rsidP="00FC40C2">
      <w:pPr>
        <w:autoSpaceDE w:val="0"/>
        <w:autoSpaceDN w:val="0"/>
        <w:adjustRightInd w:val="0"/>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p>
    <w:p w:rsidR="003602B1" w:rsidRDefault="003602B1" w:rsidP="00FC40C2">
      <w:pPr>
        <w:autoSpaceDE w:val="0"/>
        <w:autoSpaceDN w:val="0"/>
        <w:adjustRightInd w:val="0"/>
        <w:spacing w:after="200" w:line="276"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Бланк ответов</w:t>
      </w:r>
    </w:p>
    <w:p w:rsidR="003602B1" w:rsidRDefault="003602B1" w:rsidP="00FC40C2">
      <w:pPr>
        <w:numPr>
          <w:ilvl w:val="0"/>
          <w:numId w:val="1"/>
        </w:numPr>
        <w:autoSpaceDE w:val="0"/>
        <w:autoSpaceDN w:val="0"/>
        <w:adjustRightInd w:val="0"/>
        <w:spacing w:after="200" w:line="276" w:lineRule="auto"/>
        <w:ind w:left="1080" w:hanging="720"/>
        <w:rPr>
          <w:b/>
          <w:bCs/>
          <w:sz w:val="28"/>
          <w:szCs w:val="28"/>
          <w:lang w:val="en-US"/>
        </w:rPr>
      </w:pPr>
      <w:r>
        <w:rPr>
          <w:b/>
          <w:bCs/>
          <w:sz w:val="28"/>
          <w:szCs w:val="28"/>
          <w:lang w:val="en-US"/>
        </w:rPr>
        <w:t>Hörverstehen</w:t>
      </w:r>
    </w:p>
    <w:tbl>
      <w:tblPr>
        <w:tblW w:w="0" w:type="auto"/>
        <w:tblInd w:w="1188" w:type="dxa"/>
        <w:tblLayout w:type="fixed"/>
        <w:tblLook w:val="0000"/>
      </w:tblPr>
      <w:tblGrid>
        <w:gridCol w:w="729"/>
        <w:gridCol w:w="993"/>
        <w:gridCol w:w="992"/>
        <w:gridCol w:w="850"/>
      </w:tblGrid>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3</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7</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bl>
    <w:p w:rsidR="003602B1" w:rsidRDefault="003602B1" w:rsidP="00FC40C2">
      <w:pPr>
        <w:autoSpaceDE w:val="0"/>
        <w:autoSpaceDN w:val="0"/>
        <w:adjustRightInd w:val="0"/>
        <w:spacing w:after="200" w:line="276" w:lineRule="auto"/>
        <w:ind w:left="360"/>
        <w:rPr>
          <w:b/>
          <w:bCs/>
          <w:sz w:val="28"/>
          <w:szCs w:val="28"/>
          <w:lang w:val="en-US"/>
        </w:rPr>
      </w:pPr>
    </w:p>
    <w:tbl>
      <w:tblPr>
        <w:tblW w:w="0" w:type="auto"/>
        <w:tblInd w:w="1188" w:type="dxa"/>
        <w:tblLayout w:type="fixed"/>
        <w:tblLook w:val="0000"/>
      </w:tblPr>
      <w:tblGrid>
        <w:gridCol w:w="729"/>
        <w:gridCol w:w="993"/>
        <w:gridCol w:w="992"/>
        <w:gridCol w:w="850"/>
        <w:gridCol w:w="780"/>
      </w:tblGrid>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3</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7</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bl>
    <w:p w:rsidR="003602B1" w:rsidRDefault="003602B1" w:rsidP="00FC40C2">
      <w:pPr>
        <w:autoSpaceDE w:val="0"/>
        <w:autoSpaceDN w:val="0"/>
        <w:adjustRightInd w:val="0"/>
        <w:spacing w:after="200" w:line="276" w:lineRule="auto"/>
        <w:rPr>
          <w:b/>
          <w:bCs/>
          <w:sz w:val="28"/>
          <w:szCs w:val="28"/>
          <w:lang w:val="en-US"/>
        </w:rPr>
      </w:pPr>
    </w:p>
    <w:p w:rsidR="003602B1" w:rsidRDefault="003602B1" w:rsidP="00FC40C2">
      <w:pPr>
        <w:numPr>
          <w:ilvl w:val="0"/>
          <w:numId w:val="1"/>
        </w:numPr>
        <w:autoSpaceDE w:val="0"/>
        <w:autoSpaceDN w:val="0"/>
        <w:adjustRightInd w:val="0"/>
        <w:spacing w:after="200" w:line="276" w:lineRule="auto"/>
        <w:ind w:left="1080" w:hanging="720"/>
        <w:rPr>
          <w:b/>
          <w:bCs/>
          <w:sz w:val="28"/>
          <w:szCs w:val="28"/>
          <w:lang w:val="en-US"/>
        </w:rPr>
      </w:pPr>
      <w:r>
        <w:rPr>
          <w:b/>
          <w:bCs/>
          <w:sz w:val="28"/>
          <w:szCs w:val="28"/>
          <w:lang w:val="en-US"/>
        </w:rPr>
        <w:t>Leseverstehen</w:t>
      </w:r>
    </w:p>
    <w:tbl>
      <w:tblPr>
        <w:tblW w:w="0" w:type="auto"/>
        <w:tblInd w:w="1188" w:type="dxa"/>
        <w:tblLayout w:type="fixed"/>
        <w:tblLook w:val="0000"/>
      </w:tblPr>
      <w:tblGrid>
        <w:gridCol w:w="729"/>
        <w:gridCol w:w="993"/>
        <w:gridCol w:w="992"/>
        <w:gridCol w:w="850"/>
      </w:tblGrid>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3</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7</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r>
    </w:tbl>
    <w:p w:rsidR="003602B1" w:rsidRDefault="003602B1" w:rsidP="00FC40C2">
      <w:pPr>
        <w:autoSpaceDE w:val="0"/>
        <w:autoSpaceDN w:val="0"/>
        <w:adjustRightInd w:val="0"/>
        <w:spacing w:after="200" w:line="276" w:lineRule="auto"/>
        <w:ind w:left="1080"/>
        <w:rPr>
          <w:b/>
          <w:bCs/>
          <w:sz w:val="28"/>
          <w:szCs w:val="28"/>
          <w:lang w:val="en-US"/>
        </w:rPr>
      </w:pPr>
    </w:p>
    <w:p w:rsidR="003602B1" w:rsidRDefault="003602B1" w:rsidP="00FC40C2">
      <w:pPr>
        <w:numPr>
          <w:ilvl w:val="0"/>
          <w:numId w:val="1"/>
        </w:numPr>
        <w:autoSpaceDE w:val="0"/>
        <w:autoSpaceDN w:val="0"/>
        <w:adjustRightInd w:val="0"/>
        <w:spacing w:after="200" w:line="276" w:lineRule="auto"/>
        <w:ind w:left="1080" w:hanging="720"/>
        <w:rPr>
          <w:b/>
          <w:bCs/>
          <w:sz w:val="28"/>
          <w:szCs w:val="28"/>
          <w:lang w:val="en-US"/>
        </w:rPr>
      </w:pPr>
      <w:r>
        <w:rPr>
          <w:b/>
          <w:bCs/>
          <w:sz w:val="28"/>
          <w:szCs w:val="28"/>
          <w:lang w:val="en-US"/>
        </w:rPr>
        <w:t>Lexikalisch – grammatische Aufgabe</w:t>
      </w:r>
    </w:p>
    <w:p w:rsidR="003602B1" w:rsidRDefault="003602B1" w:rsidP="00FC40C2">
      <w:pPr>
        <w:autoSpaceDE w:val="0"/>
        <w:autoSpaceDN w:val="0"/>
        <w:adjustRightInd w:val="0"/>
        <w:spacing w:after="200" w:line="276" w:lineRule="auto"/>
        <w:ind w:left="1080"/>
        <w:rPr>
          <w:b/>
          <w:bCs/>
          <w:sz w:val="28"/>
          <w:szCs w:val="28"/>
          <w:lang w:val="en-US"/>
        </w:rPr>
      </w:pPr>
    </w:p>
    <w:tbl>
      <w:tblPr>
        <w:tblW w:w="0" w:type="auto"/>
        <w:tblInd w:w="1188" w:type="dxa"/>
        <w:tblLayout w:type="fixed"/>
        <w:tblLook w:val="0000"/>
      </w:tblPr>
      <w:tblGrid>
        <w:gridCol w:w="729"/>
        <w:gridCol w:w="993"/>
        <w:gridCol w:w="992"/>
        <w:gridCol w:w="850"/>
        <w:gridCol w:w="780"/>
      </w:tblGrid>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3</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7</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780" w:type="dxa"/>
            <w:tcBorders>
              <w:top w:val="single" w:sz="2" w:space="0" w:color="000000"/>
              <w:left w:val="single" w:sz="2" w:space="0" w:color="000000"/>
              <w:bottom w:val="single" w:sz="2" w:space="0" w:color="000000"/>
              <w:right w:val="single" w:sz="2" w:space="0" w:color="000000"/>
            </w:tcBorders>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bl>
    <w:p w:rsidR="003602B1" w:rsidRDefault="003602B1" w:rsidP="00FC40C2">
      <w:pPr>
        <w:autoSpaceDE w:val="0"/>
        <w:autoSpaceDN w:val="0"/>
        <w:adjustRightInd w:val="0"/>
        <w:spacing w:after="200" w:line="276" w:lineRule="auto"/>
        <w:rPr>
          <w:b/>
          <w:bCs/>
          <w:sz w:val="28"/>
          <w:szCs w:val="28"/>
          <w:lang w:val="en-US"/>
        </w:rPr>
      </w:pPr>
    </w:p>
    <w:p w:rsidR="003602B1" w:rsidRDefault="003602B1" w:rsidP="00FC40C2">
      <w:pPr>
        <w:numPr>
          <w:ilvl w:val="0"/>
          <w:numId w:val="1"/>
        </w:numPr>
        <w:autoSpaceDE w:val="0"/>
        <w:autoSpaceDN w:val="0"/>
        <w:adjustRightInd w:val="0"/>
        <w:spacing w:after="200" w:line="276" w:lineRule="auto"/>
        <w:ind w:left="1080" w:hanging="720"/>
        <w:rPr>
          <w:b/>
          <w:bCs/>
          <w:sz w:val="28"/>
          <w:szCs w:val="28"/>
          <w:lang w:val="en-US"/>
        </w:rPr>
      </w:pPr>
      <w:r>
        <w:rPr>
          <w:b/>
          <w:bCs/>
          <w:sz w:val="28"/>
          <w:szCs w:val="28"/>
          <w:lang w:val="en-US"/>
        </w:rPr>
        <w:t>Landeskunde</w:t>
      </w:r>
    </w:p>
    <w:tbl>
      <w:tblPr>
        <w:tblW w:w="0" w:type="auto"/>
        <w:tblInd w:w="1188" w:type="dxa"/>
        <w:tblLayout w:type="fixed"/>
        <w:tblLook w:val="0000"/>
      </w:tblPr>
      <w:tblGrid>
        <w:gridCol w:w="729"/>
        <w:gridCol w:w="993"/>
        <w:gridCol w:w="992"/>
        <w:gridCol w:w="850"/>
        <w:gridCol w:w="851"/>
      </w:tblGrid>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3</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7</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9</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10</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13</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r w:rsidR="003602B1" w:rsidTr="00B320BB">
        <w:trPr>
          <w:trHeight w:val="1"/>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15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A</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B</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C</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602B1" w:rsidRDefault="003602B1" w:rsidP="00B320BB">
            <w:pPr>
              <w:autoSpaceDE w:val="0"/>
              <w:autoSpaceDN w:val="0"/>
              <w:adjustRightInd w:val="0"/>
              <w:rPr>
                <w:rFonts w:ascii="Calibri" w:hAnsi="Calibri" w:cs="Calibri"/>
                <w:lang w:val="en-US"/>
              </w:rPr>
            </w:pPr>
            <w:r>
              <w:rPr>
                <w:b/>
                <w:bCs/>
                <w:sz w:val="28"/>
                <w:szCs w:val="28"/>
                <w:lang w:val="en-US"/>
              </w:rPr>
              <w:t>D</w:t>
            </w:r>
          </w:p>
        </w:tc>
      </w:tr>
    </w:tbl>
    <w:p w:rsidR="003602B1" w:rsidRDefault="003602B1" w:rsidP="00FC40C2">
      <w:pPr>
        <w:autoSpaceDE w:val="0"/>
        <w:autoSpaceDN w:val="0"/>
        <w:adjustRightInd w:val="0"/>
        <w:spacing w:after="200" w:line="276" w:lineRule="auto"/>
        <w:ind w:left="1080"/>
        <w:rPr>
          <w:b/>
          <w:bCs/>
          <w:sz w:val="28"/>
          <w:szCs w:val="28"/>
          <w:lang w:val="en-US"/>
        </w:rPr>
      </w:pPr>
    </w:p>
    <w:p w:rsidR="003602B1" w:rsidRDefault="003602B1" w:rsidP="00FC40C2">
      <w:pPr>
        <w:autoSpaceDE w:val="0"/>
        <w:autoSpaceDN w:val="0"/>
        <w:adjustRightInd w:val="0"/>
        <w:spacing w:after="200" w:line="276" w:lineRule="auto"/>
        <w:rPr>
          <w:b/>
          <w:bCs/>
          <w:sz w:val="28"/>
          <w:szCs w:val="28"/>
          <w:lang w:val="en-US"/>
        </w:rPr>
      </w:pPr>
    </w:p>
    <w:p w:rsidR="003602B1" w:rsidRDefault="003602B1" w:rsidP="00FC40C2"/>
    <w:p w:rsidR="003602B1" w:rsidRDefault="003602B1"/>
    <w:sectPr w:rsidR="003602B1" w:rsidSect="00C820F4">
      <w:pgSz w:w="12240" w:h="15840"/>
      <w:pgMar w:top="719" w:right="850" w:bottom="719"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C8083C"/>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40C2"/>
    <w:rsid w:val="00012563"/>
    <w:rsid w:val="00013CED"/>
    <w:rsid w:val="000212FC"/>
    <w:rsid w:val="00030221"/>
    <w:rsid w:val="0003269F"/>
    <w:rsid w:val="00036A38"/>
    <w:rsid w:val="00040D2E"/>
    <w:rsid w:val="00042E9E"/>
    <w:rsid w:val="000458DC"/>
    <w:rsid w:val="00046078"/>
    <w:rsid w:val="000504BE"/>
    <w:rsid w:val="00054CD6"/>
    <w:rsid w:val="00065A53"/>
    <w:rsid w:val="00065FFD"/>
    <w:rsid w:val="0006778E"/>
    <w:rsid w:val="000727BC"/>
    <w:rsid w:val="000759FA"/>
    <w:rsid w:val="00084E62"/>
    <w:rsid w:val="000950B1"/>
    <w:rsid w:val="000B3574"/>
    <w:rsid w:val="000B37AD"/>
    <w:rsid w:val="000D463A"/>
    <w:rsid w:val="000E3192"/>
    <w:rsid w:val="001100A1"/>
    <w:rsid w:val="00110413"/>
    <w:rsid w:val="00110969"/>
    <w:rsid w:val="00130DA3"/>
    <w:rsid w:val="00131FE9"/>
    <w:rsid w:val="001715FA"/>
    <w:rsid w:val="00172968"/>
    <w:rsid w:val="00180635"/>
    <w:rsid w:val="00186DE9"/>
    <w:rsid w:val="00195D2F"/>
    <w:rsid w:val="00197A99"/>
    <w:rsid w:val="001B238E"/>
    <w:rsid w:val="001B7BB2"/>
    <w:rsid w:val="001C19BD"/>
    <w:rsid w:val="001D353D"/>
    <w:rsid w:val="001E1DBC"/>
    <w:rsid w:val="001E4B64"/>
    <w:rsid w:val="001E723C"/>
    <w:rsid w:val="001F1A86"/>
    <w:rsid w:val="002042F1"/>
    <w:rsid w:val="0020440B"/>
    <w:rsid w:val="00205B02"/>
    <w:rsid w:val="00205B7F"/>
    <w:rsid w:val="0020655F"/>
    <w:rsid w:val="002105A7"/>
    <w:rsid w:val="00214880"/>
    <w:rsid w:val="002236EE"/>
    <w:rsid w:val="00227B3C"/>
    <w:rsid w:val="00233845"/>
    <w:rsid w:val="002378BE"/>
    <w:rsid w:val="00241BCC"/>
    <w:rsid w:val="002507B4"/>
    <w:rsid w:val="0026730C"/>
    <w:rsid w:val="00274380"/>
    <w:rsid w:val="00282541"/>
    <w:rsid w:val="00284395"/>
    <w:rsid w:val="00285348"/>
    <w:rsid w:val="00287DF5"/>
    <w:rsid w:val="00292DB3"/>
    <w:rsid w:val="00292DF3"/>
    <w:rsid w:val="002B3A42"/>
    <w:rsid w:val="002C50C3"/>
    <w:rsid w:val="002D016B"/>
    <w:rsid w:val="002D355C"/>
    <w:rsid w:val="002D4955"/>
    <w:rsid w:val="002E0D57"/>
    <w:rsid w:val="002E25DF"/>
    <w:rsid w:val="002E6A14"/>
    <w:rsid w:val="002F02E7"/>
    <w:rsid w:val="002F04E4"/>
    <w:rsid w:val="002F09F4"/>
    <w:rsid w:val="002F0E52"/>
    <w:rsid w:val="002F3B04"/>
    <w:rsid w:val="002F45AC"/>
    <w:rsid w:val="00303E70"/>
    <w:rsid w:val="00304BEB"/>
    <w:rsid w:val="00311E17"/>
    <w:rsid w:val="003121F3"/>
    <w:rsid w:val="003255CC"/>
    <w:rsid w:val="003256B9"/>
    <w:rsid w:val="003334F0"/>
    <w:rsid w:val="003346BF"/>
    <w:rsid w:val="003355D8"/>
    <w:rsid w:val="00342A26"/>
    <w:rsid w:val="003579C9"/>
    <w:rsid w:val="003602B1"/>
    <w:rsid w:val="003637DE"/>
    <w:rsid w:val="0037326A"/>
    <w:rsid w:val="00382D2A"/>
    <w:rsid w:val="00385D72"/>
    <w:rsid w:val="003B08E9"/>
    <w:rsid w:val="003B5B5A"/>
    <w:rsid w:val="003C5988"/>
    <w:rsid w:val="003D1A28"/>
    <w:rsid w:val="003E1B9D"/>
    <w:rsid w:val="003F2EB6"/>
    <w:rsid w:val="003F61E3"/>
    <w:rsid w:val="003F7DDB"/>
    <w:rsid w:val="00405A99"/>
    <w:rsid w:val="00416141"/>
    <w:rsid w:val="004166FA"/>
    <w:rsid w:val="00416F60"/>
    <w:rsid w:val="00420B50"/>
    <w:rsid w:val="004236D4"/>
    <w:rsid w:val="00423A49"/>
    <w:rsid w:val="00434316"/>
    <w:rsid w:val="00444A8F"/>
    <w:rsid w:val="00445F90"/>
    <w:rsid w:val="00450728"/>
    <w:rsid w:val="0045082E"/>
    <w:rsid w:val="00456E9E"/>
    <w:rsid w:val="00460D48"/>
    <w:rsid w:val="004614DA"/>
    <w:rsid w:val="00463A6E"/>
    <w:rsid w:val="00465FE9"/>
    <w:rsid w:val="0047197B"/>
    <w:rsid w:val="00471991"/>
    <w:rsid w:val="004727B6"/>
    <w:rsid w:val="00484B06"/>
    <w:rsid w:val="00485756"/>
    <w:rsid w:val="00493964"/>
    <w:rsid w:val="004A088D"/>
    <w:rsid w:val="004B0270"/>
    <w:rsid w:val="004B70F4"/>
    <w:rsid w:val="004B7C64"/>
    <w:rsid w:val="004C109D"/>
    <w:rsid w:val="004C229A"/>
    <w:rsid w:val="004F084B"/>
    <w:rsid w:val="004F0D23"/>
    <w:rsid w:val="004F39C2"/>
    <w:rsid w:val="004F3D3D"/>
    <w:rsid w:val="004F59F9"/>
    <w:rsid w:val="004F60F8"/>
    <w:rsid w:val="005014D5"/>
    <w:rsid w:val="005068AB"/>
    <w:rsid w:val="00506DAA"/>
    <w:rsid w:val="00516B02"/>
    <w:rsid w:val="0053558C"/>
    <w:rsid w:val="0055212B"/>
    <w:rsid w:val="005551BD"/>
    <w:rsid w:val="00562510"/>
    <w:rsid w:val="00564927"/>
    <w:rsid w:val="005660D9"/>
    <w:rsid w:val="00567610"/>
    <w:rsid w:val="00567E1E"/>
    <w:rsid w:val="0057594A"/>
    <w:rsid w:val="00584982"/>
    <w:rsid w:val="00591C27"/>
    <w:rsid w:val="005A1563"/>
    <w:rsid w:val="005A1EA7"/>
    <w:rsid w:val="005A3783"/>
    <w:rsid w:val="005A768C"/>
    <w:rsid w:val="005B286A"/>
    <w:rsid w:val="005B65B0"/>
    <w:rsid w:val="005C4919"/>
    <w:rsid w:val="005D2B2E"/>
    <w:rsid w:val="005D2F4F"/>
    <w:rsid w:val="005D7126"/>
    <w:rsid w:val="005E508C"/>
    <w:rsid w:val="005F0B7E"/>
    <w:rsid w:val="005F69C7"/>
    <w:rsid w:val="005F7099"/>
    <w:rsid w:val="00624B00"/>
    <w:rsid w:val="006277E1"/>
    <w:rsid w:val="00635EA3"/>
    <w:rsid w:val="006423F5"/>
    <w:rsid w:val="006436F3"/>
    <w:rsid w:val="006556B8"/>
    <w:rsid w:val="00666B92"/>
    <w:rsid w:val="00671CB4"/>
    <w:rsid w:val="006A13A5"/>
    <w:rsid w:val="006B4B47"/>
    <w:rsid w:val="006D002C"/>
    <w:rsid w:val="006E7FB1"/>
    <w:rsid w:val="006F772B"/>
    <w:rsid w:val="006F7B0B"/>
    <w:rsid w:val="006F7DCB"/>
    <w:rsid w:val="00710060"/>
    <w:rsid w:val="007177C1"/>
    <w:rsid w:val="007436A0"/>
    <w:rsid w:val="00745B02"/>
    <w:rsid w:val="00745D7B"/>
    <w:rsid w:val="00751F2B"/>
    <w:rsid w:val="0075368A"/>
    <w:rsid w:val="00754CA4"/>
    <w:rsid w:val="007642A4"/>
    <w:rsid w:val="00771A31"/>
    <w:rsid w:val="00777A96"/>
    <w:rsid w:val="007806C2"/>
    <w:rsid w:val="00782707"/>
    <w:rsid w:val="0079129D"/>
    <w:rsid w:val="0079133D"/>
    <w:rsid w:val="00791B63"/>
    <w:rsid w:val="00794445"/>
    <w:rsid w:val="0079477D"/>
    <w:rsid w:val="007A5B91"/>
    <w:rsid w:val="007B3811"/>
    <w:rsid w:val="007B47F3"/>
    <w:rsid w:val="007B527F"/>
    <w:rsid w:val="007C6178"/>
    <w:rsid w:val="007D2062"/>
    <w:rsid w:val="007D4F35"/>
    <w:rsid w:val="007D7149"/>
    <w:rsid w:val="007E401B"/>
    <w:rsid w:val="007E5ACF"/>
    <w:rsid w:val="007F1135"/>
    <w:rsid w:val="00815AEA"/>
    <w:rsid w:val="00824339"/>
    <w:rsid w:val="0082626D"/>
    <w:rsid w:val="00830C38"/>
    <w:rsid w:val="008408AD"/>
    <w:rsid w:val="008445AE"/>
    <w:rsid w:val="00856A67"/>
    <w:rsid w:val="00856DC9"/>
    <w:rsid w:val="00856E37"/>
    <w:rsid w:val="00860CA3"/>
    <w:rsid w:val="00861990"/>
    <w:rsid w:val="00865F34"/>
    <w:rsid w:val="00882363"/>
    <w:rsid w:val="00885985"/>
    <w:rsid w:val="008875F6"/>
    <w:rsid w:val="00895918"/>
    <w:rsid w:val="008A013B"/>
    <w:rsid w:val="008A34E7"/>
    <w:rsid w:val="008B22B7"/>
    <w:rsid w:val="008D42DA"/>
    <w:rsid w:val="008D61A2"/>
    <w:rsid w:val="008D6388"/>
    <w:rsid w:val="008D7456"/>
    <w:rsid w:val="008F4B54"/>
    <w:rsid w:val="0090148B"/>
    <w:rsid w:val="00913165"/>
    <w:rsid w:val="00925EDB"/>
    <w:rsid w:val="00933A73"/>
    <w:rsid w:val="00934386"/>
    <w:rsid w:val="009350AB"/>
    <w:rsid w:val="0094565D"/>
    <w:rsid w:val="00951747"/>
    <w:rsid w:val="00960512"/>
    <w:rsid w:val="0096184F"/>
    <w:rsid w:val="0096201F"/>
    <w:rsid w:val="0096310C"/>
    <w:rsid w:val="00963E39"/>
    <w:rsid w:val="00964A7A"/>
    <w:rsid w:val="00980C69"/>
    <w:rsid w:val="00980FB8"/>
    <w:rsid w:val="00981347"/>
    <w:rsid w:val="00985141"/>
    <w:rsid w:val="00986A22"/>
    <w:rsid w:val="009B29A8"/>
    <w:rsid w:val="009C262B"/>
    <w:rsid w:val="009E4BD7"/>
    <w:rsid w:val="00A02DB2"/>
    <w:rsid w:val="00A113C9"/>
    <w:rsid w:val="00A213D1"/>
    <w:rsid w:val="00A22B87"/>
    <w:rsid w:val="00A32089"/>
    <w:rsid w:val="00A337DE"/>
    <w:rsid w:val="00A372E9"/>
    <w:rsid w:val="00A52966"/>
    <w:rsid w:val="00A5576F"/>
    <w:rsid w:val="00A55F2E"/>
    <w:rsid w:val="00A56B41"/>
    <w:rsid w:val="00A57C69"/>
    <w:rsid w:val="00A714D5"/>
    <w:rsid w:val="00A80267"/>
    <w:rsid w:val="00A81832"/>
    <w:rsid w:val="00A84A17"/>
    <w:rsid w:val="00A8592C"/>
    <w:rsid w:val="00A85AA5"/>
    <w:rsid w:val="00A9438A"/>
    <w:rsid w:val="00A955E4"/>
    <w:rsid w:val="00A97A27"/>
    <w:rsid w:val="00A97DCB"/>
    <w:rsid w:val="00AA24D8"/>
    <w:rsid w:val="00AB03FE"/>
    <w:rsid w:val="00AB2028"/>
    <w:rsid w:val="00AC11DD"/>
    <w:rsid w:val="00AC31BC"/>
    <w:rsid w:val="00AC6A7F"/>
    <w:rsid w:val="00AD6C1B"/>
    <w:rsid w:val="00AE19D3"/>
    <w:rsid w:val="00AF54B8"/>
    <w:rsid w:val="00B00A5F"/>
    <w:rsid w:val="00B01245"/>
    <w:rsid w:val="00B15755"/>
    <w:rsid w:val="00B27979"/>
    <w:rsid w:val="00B300FA"/>
    <w:rsid w:val="00B320BB"/>
    <w:rsid w:val="00B414CA"/>
    <w:rsid w:val="00B42BF4"/>
    <w:rsid w:val="00B52A85"/>
    <w:rsid w:val="00B53842"/>
    <w:rsid w:val="00B63D36"/>
    <w:rsid w:val="00B660B3"/>
    <w:rsid w:val="00B863BF"/>
    <w:rsid w:val="00B87469"/>
    <w:rsid w:val="00B92E55"/>
    <w:rsid w:val="00BA4228"/>
    <w:rsid w:val="00BA50EE"/>
    <w:rsid w:val="00BA77A8"/>
    <w:rsid w:val="00BB2B73"/>
    <w:rsid w:val="00BB5039"/>
    <w:rsid w:val="00BB5D3B"/>
    <w:rsid w:val="00BC5EB5"/>
    <w:rsid w:val="00BD59A0"/>
    <w:rsid w:val="00BD6755"/>
    <w:rsid w:val="00BE0199"/>
    <w:rsid w:val="00BF3B5C"/>
    <w:rsid w:val="00C060F6"/>
    <w:rsid w:val="00C114BD"/>
    <w:rsid w:val="00C12E9E"/>
    <w:rsid w:val="00C13C30"/>
    <w:rsid w:val="00C2420C"/>
    <w:rsid w:val="00C266C6"/>
    <w:rsid w:val="00C35218"/>
    <w:rsid w:val="00C35DC6"/>
    <w:rsid w:val="00C36267"/>
    <w:rsid w:val="00C364FF"/>
    <w:rsid w:val="00C36D41"/>
    <w:rsid w:val="00C44780"/>
    <w:rsid w:val="00C5636B"/>
    <w:rsid w:val="00C5645E"/>
    <w:rsid w:val="00C5721C"/>
    <w:rsid w:val="00C67BF6"/>
    <w:rsid w:val="00C76851"/>
    <w:rsid w:val="00C769D4"/>
    <w:rsid w:val="00C80DD9"/>
    <w:rsid w:val="00C820F4"/>
    <w:rsid w:val="00C91270"/>
    <w:rsid w:val="00CA1F4B"/>
    <w:rsid w:val="00CA3A10"/>
    <w:rsid w:val="00CB592E"/>
    <w:rsid w:val="00CD2094"/>
    <w:rsid w:val="00CD2CAF"/>
    <w:rsid w:val="00CE4BA1"/>
    <w:rsid w:val="00D00DF7"/>
    <w:rsid w:val="00D03A16"/>
    <w:rsid w:val="00D07082"/>
    <w:rsid w:val="00D1171D"/>
    <w:rsid w:val="00D11DB0"/>
    <w:rsid w:val="00D1400A"/>
    <w:rsid w:val="00D20F5E"/>
    <w:rsid w:val="00D211F3"/>
    <w:rsid w:val="00D23047"/>
    <w:rsid w:val="00D2333E"/>
    <w:rsid w:val="00D333D7"/>
    <w:rsid w:val="00D33C4E"/>
    <w:rsid w:val="00D348CE"/>
    <w:rsid w:val="00D35B91"/>
    <w:rsid w:val="00D37399"/>
    <w:rsid w:val="00D42ED3"/>
    <w:rsid w:val="00D436A5"/>
    <w:rsid w:val="00D626A5"/>
    <w:rsid w:val="00D74E88"/>
    <w:rsid w:val="00D755DA"/>
    <w:rsid w:val="00D831D3"/>
    <w:rsid w:val="00D84258"/>
    <w:rsid w:val="00D92775"/>
    <w:rsid w:val="00D95A21"/>
    <w:rsid w:val="00D974F5"/>
    <w:rsid w:val="00DB35C2"/>
    <w:rsid w:val="00DB6F74"/>
    <w:rsid w:val="00DC0CA6"/>
    <w:rsid w:val="00DC2E22"/>
    <w:rsid w:val="00DD13FD"/>
    <w:rsid w:val="00DD14D4"/>
    <w:rsid w:val="00DD22A6"/>
    <w:rsid w:val="00DD4C12"/>
    <w:rsid w:val="00DE5677"/>
    <w:rsid w:val="00DF2ABA"/>
    <w:rsid w:val="00DF455C"/>
    <w:rsid w:val="00E021F4"/>
    <w:rsid w:val="00E14859"/>
    <w:rsid w:val="00E1505D"/>
    <w:rsid w:val="00E179ED"/>
    <w:rsid w:val="00E30C28"/>
    <w:rsid w:val="00E34B56"/>
    <w:rsid w:val="00E35B87"/>
    <w:rsid w:val="00E43036"/>
    <w:rsid w:val="00E66436"/>
    <w:rsid w:val="00E66787"/>
    <w:rsid w:val="00E67A29"/>
    <w:rsid w:val="00E7082B"/>
    <w:rsid w:val="00E730B7"/>
    <w:rsid w:val="00E755B8"/>
    <w:rsid w:val="00E7773D"/>
    <w:rsid w:val="00E877A7"/>
    <w:rsid w:val="00E93630"/>
    <w:rsid w:val="00EB0FB3"/>
    <w:rsid w:val="00EB1882"/>
    <w:rsid w:val="00EC7A79"/>
    <w:rsid w:val="00ED6BE0"/>
    <w:rsid w:val="00EF6C55"/>
    <w:rsid w:val="00F0304B"/>
    <w:rsid w:val="00F1142B"/>
    <w:rsid w:val="00F206F9"/>
    <w:rsid w:val="00F32A5D"/>
    <w:rsid w:val="00F34109"/>
    <w:rsid w:val="00F347D5"/>
    <w:rsid w:val="00F42B3C"/>
    <w:rsid w:val="00F436D3"/>
    <w:rsid w:val="00F44FC2"/>
    <w:rsid w:val="00F522FD"/>
    <w:rsid w:val="00F5322D"/>
    <w:rsid w:val="00F546F2"/>
    <w:rsid w:val="00F55D02"/>
    <w:rsid w:val="00F56ACB"/>
    <w:rsid w:val="00F70C9E"/>
    <w:rsid w:val="00F719E8"/>
    <w:rsid w:val="00F808D4"/>
    <w:rsid w:val="00F944FB"/>
    <w:rsid w:val="00FA191D"/>
    <w:rsid w:val="00FA6410"/>
    <w:rsid w:val="00FA6EF5"/>
    <w:rsid w:val="00FB159A"/>
    <w:rsid w:val="00FB5034"/>
    <w:rsid w:val="00FB7B62"/>
    <w:rsid w:val="00FC06CB"/>
    <w:rsid w:val="00FC40C2"/>
    <w:rsid w:val="00FC41BA"/>
    <w:rsid w:val="00FC6F95"/>
    <w:rsid w:val="00FC7252"/>
    <w:rsid w:val="00FE6EC5"/>
    <w:rsid w:val="00FF35DF"/>
    <w:rsid w:val="00FF73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0C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6</Pages>
  <Words>1573</Words>
  <Characters>8972</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Надежда Валентиновна Медведева</cp:lastModifiedBy>
  <cp:revision>4</cp:revision>
  <dcterms:created xsi:type="dcterms:W3CDTF">2020-09-07T16:07:00Z</dcterms:created>
  <dcterms:modified xsi:type="dcterms:W3CDTF">2020-09-10T09:31:00Z</dcterms:modified>
</cp:coreProperties>
</file>